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2C0D" w:rsidRPr="000713B9" w:rsidRDefault="000713B9" w:rsidP="009364E1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713B9">
        <w:rPr>
          <w:b/>
        </w:rPr>
        <w:t>Vážený pan</w:t>
      </w:r>
    </w:p>
    <w:p w:rsidR="000713B9" w:rsidRPr="000713B9" w:rsidRDefault="000713B9" w:rsidP="009364E1">
      <w:pPr>
        <w:rPr>
          <w:b/>
        </w:rPr>
      </w:pPr>
      <w:r w:rsidRPr="000713B9">
        <w:rPr>
          <w:b/>
        </w:rPr>
        <w:tab/>
      </w:r>
      <w:r w:rsidRPr="000713B9">
        <w:rPr>
          <w:b/>
        </w:rPr>
        <w:tab/>
      </w:r>
      <w:r w:rsidRPr="000713B9">
        <w:rPr>
          <w:b/>
        </w:rPr>
        <w:tab/>
      </w:r>
      <w:r w:rsidRPr="000713B9">
        <w:rPr>
          <w:b/>
        </w:rPr>
        <w:tab/>
      </w:r>
      <w:r w:rsidRPr="000713B9">
        <w:rPr>
          <w:b/>
        </w:rPr>
        <w:tab/>
      </w:r>
      <w:r w:rsidRPr="000713B9">
        <w:rPr>
          <w:b/>
        </w:rPr>
        <w:tab/>
        <w:t>doc. Mgr. Jiří Langer, Ph.D.</w:t>
      </w:r>
    </w:p>
    <w:p w:rsidR="000713B9" w:rsidRPr="000713B9" w:rsidRDefault="000713B9" w:rsidP="009364E1">
      <w:pPr>
        <w:rPr>
          <w:b/>
        </w:rPr>
      </w:pPr>
      <w:r w:rsidRPr="000713B9">
        <w:rPr>
          <w:b/>
        </w:rPr>
        <w:tab/>
      </w:r>
      <w:r w:rsidRPr="000713B9">
        <w:rPr>
          <w:b/>
        </w:rPr>
        <w:tab/>
      </w:r>
      <w:r w:rsidRPr="000713B9">
        <w:rPr>
          <w:b/>
        </w:rPr>
        <w:tab/>
      </w:r>
      <w:r w:rsidRPr="000713B9">
        <w:rPr>
          <w:b/>
        </w:rPr>
        <w:tab/>
      </w:r>
      <w:r w:rsidRPr="000713B9">
        <w:rPr>
          <w:b/>
        </w:rPr>
        <w:tab/>
      </w:r>
      <w:r w:rsidRPr="000713B9">
        <w:rPr>
          <w:b/>
        </w:rPr>
        <w:tab/>
        <w:t>předseda AS UP</w:t>
      </w:r>
    </w:p>
    <w:p w:rsidR="000713B9" w:rsidRPr="000713B9" w:rsidRDefault="000713B9" w:rsidP="009364E1">
      <w:pPr>
        <w:rPr>
          <w:b/>
        </w:rPr>
      </w:pPr>
    </w:p>
    <w:p w:rsidR="000713B9" w:rsidRDefault="000713B9" w:rsidP="009364E1"/>
    <w:p w:rsidR="000713B9" w:rsidRDefault="000713B9" w:rsidP="009364E1"/>
    <w:p w:rsidR="000713B9" w:rsidRDefault="000713B9" w:rsidP="009364E1">
      <w:r>
        <w:tab/>
      </w:r>
      <w:r>
        <w:tab/>
      </w:r>
      <w:r>
        <w:tab/>
      </w:r>
      <w:r>
        <w:tab/>
      </w:r>
      <w:r>
        <w:tab/>
        <w:t>Vyřizuje / linka</w:t>
      </w:r>
      <w:r>
        <w:tab/>
      </w:r>
      <w:r>
        <w:tab/>
      </w:r>
      <w:r>
        <w:tab/>
      </w:r>
      <w:r>
        <w:tab/>
        <w:t>Olomouc</w:t>
      </w:r>
    </w:p>
    <w:p w:rsidR="000713B9" w:rsidRDefault="000713B9" w:rsidP="009364E1">
      <w:r>
        <w:tab/>
      </w:r>
      <w:r>
        <w:tab/>
      </w:r>
      <w:r>
        <w:tab/>
      </w:r>
      <w:r>
        <w:tab/>
      </w:r>
      <w:r>
        <w:tab/>
        <w:t xml:space="preserve">Mgr. </w:t>
      </w:r>
      <w:proofErr w:type="spellStart"/>
      <w:r>
        <w:t>Kysučanová</w:t>
      </w:r>
      <w:proofErr w:type="spellEnd"/>
      <w:r>
        <w:t xml:space="preserve"> /1148</w:t>
      </w:r>
      <w:r>
        <w:tab/>
      </w:r>
      <w:r>
        <w:tab/>
      </w:r>
      <w:r>
        <w:tab/>
        <w:t>4.</w:t>
      </w:r>
      <w:r w:rsidR="00154532">
        <w:t> </w:t>
      </w:r>
      <w:r>
        <w:t>4.</w:t>
      </w:r>
      <w:r w:rsidR="00154532">
        <w:t> </w:t>
      </w:r>
      <w:r>
        <w:t xml:space="preserve">2019 </w:t>
      </w:r>
    </w:p>
    <w:p w:rsidR="000713B9" w:rsidRDefault="000713B9" w:rsidP="009364E1"/>
    <w:p w:rsidR="000713B9" w:rsidRPr="00FE6CAE" w:rsidRDefault="000713B9" w:rsidP="009364E1">
      <w:pPr>
        <w:rPr>
          <w:sz w:val="16"/>
        </w:rPr>
      </w:pPr>
    </w:p>
    <w:p w:rsidR="000713B9" w:rsidRPr="00FE6CAE" w:rsidRDefault="000713B9" w:rsidP="009364E1">
      <w:pPr>
        <w:rPr>
          <w:b/>
          <w:u w:val="single"/>
        </w:rPr>
      </w:pPr>
      <w:r w:rsidRPr="00FE6CAE">
        <w:rPr>
          <w:b/>
          <w:u w:val="single"/>
        </w:rPr>
        <w:t>Důvodová zpráva k návrhu novely Vnitřního mzdového předpisu Univerzity Palackého v Olomouci</w:t>
      </w:r>
    </w:p>
    <w:p w:rsidR="000713B9" w:rsidRPr="00FE6CAE" w:rsidRDefault="000713B9" w:rsidP="009364E1">
      <w:pPr>
        <w:rPr>
          <w:b/>
          <w:u w:val="single"/>
        </w:rPr>
      </w:pPr>
    </w:p>
    <w:p w:rsidR="000713B9" w:rsidRPr="00FE6CAE" w:rsidRDefault="000713B9" w:rsidP="009364E1">
      <w:pPr>
        <w:rPr>
          <w:b/>
          <w:u w:val="single"/>
        </w:rPr>
      </w:pPr>
    </w:p>
    <w:p w:rsidR="000713B9" w:rsidRPr="00FE6CAE" w:rsidRDefault="000713B9" w:rsidP="009364E1">
      <w:r w:rsidRPr="00FE6CAE">
        <w:t>Vážený pane předsedo,</w:t>
      </w:r>
    </w:p>
    <w:p w:rsidR="000713B9" w:rsidRPr="00FE6CAE" w:rsidRDefault="000713B9" w:rsidP="009364E1"/>
    <w:p w:rsidR="000713B9" w:rsidRPr="00FE6CAE" w:rsidRDefault="000713B9" w:rsidP="009364E1">
      <w:r w:rsidRPr="00FE6CAE">
        <w:t>předkládáme Akademickému senátu UP novelu Vnitřního mzdového předpisu Univerzity Palackého (dále jen VMP).</w:t>
      </w:r>
    </w:p>
    <w:p w:rsidR="000713B9" w:rsidRPr="00FE6CAE" w:rsidRDefault="000713B9" w:rsidP="009364E1"/>
    <w:p w:rsidR="00032060" w:rsidRPr="00FE6CAE" w:rsidRDefault="00FD327E" w:rsidP="009364E1">
      <w:r w:rsidRPr="00FE6CAE">
        <w:t>Vydání novely je důsledkem několikaměsíčního vyjednávání s odborovou organizací UP o</w:t>
      </w:r>
      <w:r w:rsidR="00E20782">
        <w:t> </w:t>
      </w:r>
      <w:r w:rsidRPr="00FE6CAE">
        <w:t>zvyšování mezd</w:t>
      </w:r>
      <w:r w:rsidR="00032060" w:rsidRPr="00FE6CAE">
        <w:t xml:space="preserve"> ostatních zamě</w:t>
      </w:r>
      <w:bookmarkStart w:id="0" w:name="_GoBack"/>
      <w:bookmarkEnd w:id="0"/>
      <w:r w:rsidR="00032060" w:rsidRPr="00FE6CAE">
        <w:t>stnanců (mimo akademických a vědeckých pracovníků)</w:t>
      </w:r>
      <w:r w:rsidRPr="00FE6CAE">
        <w:t>, které bylo po vzájemné shodě sjednáno na 4</w:t>
      </w:r>
      <w:r w:rsidR="00E20782">
        <w:t xml:space="preserve"> </w:t>
      </w:r>
      <w:r w:rsidRPr="00FE6CAE">
        <w:t xml:space="preserve">% </w:t>
      </w:r>
      <w:r w:rsidR="00220E2D" w:rsidRPr="00FE6CAE">
        <w:t>nárůst mzdového tarifu</w:t>
      </w:r>
      <w:r w:rsidRPr="00FE6CAE">
        <w:t>.</w:t>
      </w:r>
    </w:p>
    <w:p w:rsidR="00032060" w:rsidRPr="00FE6CAE" w:rsidRDefault="00032060" w:rsidP="009364E1"/>
    <w:p w:rsidR="00FD327E" w:rsidRPr="00FE6CAE" w:rsidRDefault="00FD327E" w:rsidP="009364E1">
      <w:r w:rsidRPr="00FE6CAE">
        <w:t>Dalším důvodem byla náprava výše mzdy v</w:t>
      </w:r>
      <w:r w:rsidR="00220E2D" w:rsidRPr="00FE6CAE">
        <w:t>e mzdové třídě</w:t>
      </w:r>
      <w:r w:rsidRPr="00FE6CAE">
        <w:t xml:space="preserve"> 1</w:t>
      </w:r>
      <w:r w:rsidR="00220E2D" w:rsidRPr="00FE6CAE">
        <w:t xml:space="preserve"> u ostatních zaměstnanců</w:t>
      </w:r>
      <w:r w:rsidRPr="00FE6CAE">
        <w:t xml:space="preserve">, který byl při vydání VMP stanoven příliš nízce, neboť nikdo nepředpokládal tak vysoký </w:t>
      </w:r>
      <w:r w:rsidR="00220E2D" w:rsidRPr="00FE6CAE">
        <w:t xml:space="preserve">nárůst minimální </w:t>
      </w:r>
      <w:r w:rsidRPr="00FE6CAE">
        <w:t xml:space="preserve">mzdy od 1.1.2019. </w:t>
      </w:r>
    </w:p>
    <w:p w:rsidR="00032060" w:rsidRPr="00FE6CAE" w:rsidRDefault="00032060" w:rsidP="009364E1"/>
    <w:p w:rsidR="000713B9" w:rsidRPr="00FE6CAE" w:rsidRDefault="00FD327E" w:rsidP="009364E1">
      <w:r w:rsidRPr="00FE6CAE">
        <w:t xml:space="preserve">Novela byla projednána se všemi děkany </w:t>
      </w:r>
      <w:r w:rsidR="000713B9" w:rsidRPr="00FE6CAE">
        <w:t xml:space="preserve">fakult a </w:t>
      </w:r>
      <w:r w:rsidRPr="00FE6CAE">
        <w:t xml:space="preserve">byla projednána s odborovou organizací. </w:t>
      </w:r>
    </w:p>
    <w:p w:rsidR="00032060" w:rsidRPr="00FE6CAE" w:rsidRDefault="00032060" w:rsidP="009364E1"/>
    <w:p w:rsidR="00032060" w:rsidRPr="00FE6CAE" w:rsidRDefault="00032060" w:rsidP="009364E1">
      <w:r w:rsidRPr="00FE6CAE">
        <w:t xml:space="preserve">V novele dochází ke změně tabulky </w:t>
      </w:r>
      <w:r w:rsidR="00220E2D" w:rsidRPr="00FE6CAE">
        <w:t xml:space="preserve">mzdových tarifů </w:t>
      </w:r>
      <w:r w:rsidRPr="00FE6CAE">
        <w:t>v příloze 1, a to pouze pro ostatní zaměstnance.</w:t>
      </w:r>
    </w:p>
    <w:p w:rsidR="00032060" w:rsidRPr="00FE6CAE" w:rsidRDefault="00032060" w:rsidP="009364E1">
      <w:r w:rsidRPr="00FE6CAE">
        <w:t xml:space="preserve">Nové hodnoty </w:t>
      </w:r>
      <w:r w:rsidR="00220E2D" w:rsidRPr="00FE6CAE">
        <w:t xml:space="preserve">mzdových tarifů </w:t>
      </w:r>
      <w:r w:rsidRPr="00FE6CAE">
        <w:t>v tabulce byly navýšeny o 4</w:t>
      </w:r>
      <w:r w:rsidR="00E20782">
        <w:t xml:space="preserve"> </w:t>
      </w:r>
      <w:r w:rsidRPr="00FE6CAE">
        <w:t xml:space="preserve">% a zaokrouhleny na </w:t>
      </w:r>
      <w:r w:rsidR="00FE6CAE" w:rsidRPr="00FE6CAE">
        <w:t xml:space="preserve">celé stokoruny </w:t>
      </w:r>
      <w:r w:rsidRPr="00FE6CAE">
        <w:t>vždy směrem nahoru.</w:t>
      </w:r>
    </w:p>
    <w:p w:rsidR="00032060" w:rsidRPr="00FE6CAE" w:rsidRDefault="00032060" w:rsidP="009364E1">
      <w:r w:rsidRPr="00FE6CAE">
        <w:t xml:space="preserve">U mzdové třídy 1 došlo k dorovnání hodnoty na úroveň současné minimální mzdy a poté </w:t>
      </w:r>
      <w:r w:rsidR="00220E2D" w:rsidRPr="00FE6CAE">
        <w:t xml:space="preserve">bylo </w:t>
      </w:r>
      <w:r w:rsidRPr="00FE6CAE">
        <w:t>navýšeno o 4</w:t>
      </w:r>
      <w:r w:rsidR="00E20782">
        <w:t xml:space="preserve"> </w:t>
      </w:r>
      <w:r w:rsidRPr="00FE6CAE">
        <w:t>%.</w:t>
      </w:r>
    </w:p>
    <w:p w:rsidR="00032060" w:rsidRPr="00FE6CAE" w:rsidRDefault="00032060" w:rsidP="009364E1"/>
    <w:p w:rsidR="00032060" w:rsidRPr="00FE6CAE" w:rsidRDefault="00FE6CAE" w:rsidP="009364E1">
      <w:r w:rsidRPr="00FE6CAE">
        <w:t>Podrobnosti naleznete v přiloženém souboru s tabulkami.</w:t>
      </w:r>
    </w:p>
    <w:p w:rsidR="00F178AC" w:rsidRPr="00FE6CAE" w:rsidRDefault="00F178AC" w:rsidP="009364E1"/>
    <w:p w:rsidR="007E01D3" w:rsidRDefault="007E01D3" w:rsidP="009364E1"/>
    <w:p w:rsidR="00FE6CAE" w:rsidRPr="00FE6CAE" w:rsidRDefault="00FE6CAE" w:rsidP="009364E1"/>
    <w:p w:rsidR="00FE6CAE" w:rsidRPr="00FE6CAE" w:rsidRDefault="00FE6CAE" w:rsidP="00FE6CAE">
      <w:pPr>
        <w:ind w:left="4248"/>
      </w:pPr>
      <w:r>
        <w:t>p</w:t>
      </w:r>
      <w:r w:rsidRPr="00FE6CAE">
        <w:t>rof. PhDr. Jiří Lach, M.</w:t>
      </w:r>
      <w:r>
        <w:t xml:space="preserve"> </w:t>
      </w:r>
      <w:r w:rsidRPr="00FE6CAE">
        <w:t>A., Ph.D</w:t>
      </w:r>
      <w:r>
        <w:t>.</w:t>
      </w:r>
    </w:p>
    <w:p w:rsidR="007E01D3" w:rsidRPr="00FE6CAE" w:rsidRDefault="00FE6CAE" w:rsidP="00FE6CAE">
      <w:pPr>
        <w:ind w:left="3540" w:firstLine="708"/>
      </w:pPr>
      <w:r>
        <w:t xml:space="preserve"> p</w:t>
      </w:r>
      <w:r w:rsidR="007E01D3" w:rsidRPr="00FE6CAE">
        <w:t>rorektor po organizaci a rozvoj</w:t>
      </w:r>
    </w:p>
    <w:sectPr w:rsidR="007E01D3" w:rsidRPr="00FE6CAE" w:rsidSect="00702C0D">
      <w:footerReference w:type="default" r:id="rId7"/>
      <w:headerReference w:type="first" r:id="rId8"/>
      <w:footerReference w:type="first" r:id="rId9"/>
      <w:pgSz w:w="11906" w:h="16838" w:code="9"/>
      <w:pgMar w:top="1985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09C9" w:rsidRDefault="003009C9" w:rsidP="00F15613">
      <w:pPr>
        <w:spacing w:line="240" w:lineRule="auto"/>
      </w:pPr>
      <w:r>
        <w:separator/>
      </w:r>
    </w:p>
  </w:endnote>
  <w:endnote w:type="continuationSeparator" w:id="0">
    <w:p w:rsidR="003009C9" w:rsidRDefault="003009C9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D95" w:rsidRPr="00B53059" w:rsidRDefault="00331D95" w:rsidP="00331D95">
    <w:pPr>
      <w:pStyle w:val="Zpat"/>
      <w:spacing w:line="240" w:lineRule="exact"/>
      <w:rPr>
        <w:rFonts w:cs="Arial"/>
      </w:rPr>
    </w:pPr>
    <w:r w:rsidRPr="00B53059">
      <w:rPr>
        <w:rFonts w:cs="Arial"/>
      </w:rPr>
      <w:t>Univerzita Palackého v Olomouci | Křížkovského 8 | 771 47 Olomouc</w:t>
    </w:r>
  </w:p>
  <w:p w:rsidR="00F15613" w:rsidRPr="00331D95" w:rsidRDefault="00331D95" w:rsidP="00331D95">
    <w:pPr>
      <w:pStyle w:val="Zpat"/>
      <w:spacing w:line="240" w:lineRule="exact"/>
      <w:rPr>
        <w:rFonts w:cs="Arial"/>
        <w:b/>
      </w:rPr>
    </w:pPr>
    <w:r w:rsidRPr="00B53059">
      <w:rPr>
        <w:rFonts w:cs="Arial"/>
        <w:b/>
      </w:rPr>
      <w:t>www.upol.cz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D95" w:rsidRPr="00B53059" w:rsidRDefault="00331D95" w:rsidP="00331D95">
    <w:pPr>
      <w:pStyle w:val="Zpat"/>
      <w:spacing w:line="240" w:lineRule="exact"/>
      <w:rPr>
        <w:rFonts w:cs="Arial"/>
      </w:rPr>
    </w:pPr>
    <w:r w:rsidRPr="00B53059">
      <w:rPr>
        <w:rFonts w:cs="Arial"/>
      </w:rPr>
      <w:t>Univerzita Palackého v Olomouci | Křížkovského 8 | 771 47 Olomouc</w:t>
    </w:r>
  </w:p>
  <w:p w:rsidR="00F15613" w:rsidRPr="00331D95" w:rsidRDefault="00331D95" w:rsidP="00331D95">
    <w:pPr>
      <w:pStyle w:val="Zpat"/>
      <w:spacing w:line="240" w:lineRule="exact"/>
      <w:rPr>
        <w:rFonts w:cs="Arial"/>
        <w:b/>
      </w:rPr>
    </w:pPr>
    <w:r w:rsidRPr="00B53059">
      <w:rPr>
        <w:rFonts w:cs="Arial"/>
        <w:b/>
      </w:rPr>
      <w:t>www.upol.cz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09C9" w:rsidRDefault="003009C9" w:rsidP="00F15613">
      <w:pPr>
        <w:spacing w:line="240" w:lineRule="auto"/>
      </w:pPr>
      <w:r>
        <w:separator/>
      </w:r>
    </w:p>
  </w:footnote>
  <w:footnote w:type="continuationSeparator" w:id="0">
    <w:p w:rsidR="003009C9" w:rsidRDefault="003009C9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613" w:rsidRDefault="00B000E3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6905625</wp:posOffset>
          </wp:positionH>
          <wp:positionV relativeFrom="page">
            <wp:posOffset>522605</wp:posOffset>
          </wp:positionV>
          <wp:extent cx="291465" cy="1995170"/>
          <wp:effectExtent l="0" t="0" r="0" b="0"/>
          <wp:wrapNone/>
          <wp:docPr id="2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465" cy="199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720090" distB="720090" distL="114300" distR="114300" simplePos="0" relativeHeight="251657216" behindDoc="0" locked="1" layoutInCell="1" allowOverlap="1">
          <wp:simplePos x="0" y="0"/>
          <wp:positionH relativeFrom="page">
            <wp:posOffset>759460</wp:posOffset>
          </wp:positionH>
          <wp:positionV relativeFrom="page">
            <wp:posOffset>1356995</wp:posOffset>
          </wp:positionV>
          <wp:extent cx="2324735" cy="719455"/>
          <wp:effectExtent l="0" t="0" r="0" b="0"/>
          <wp:wrapTopAndBottom/>
          <wp:docPr id="1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73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00E3"/>
    <w:rsid w:val="00032060"/>
    <w:rsid w:val="000525FD"/>
    <w:rsid w:val="0007026C"/>
    <w:rsid w:val="000713B9"/>
    <w:rsid w:val="000F0D39"/>
    <w:rsid w:val="0010566D"/>
    <w:rsid w:val="00146FF1"/>
    <w:rsid w:val="00154532"/>
    <w:rsid w:val="001D0627"/>
    <w:rsid w:val="002004C5"/>
    <w:rsid w:val="00220E2D"/>
    <w:rsid w:val="00276D6B"/>
    <w:rsid w:val="002E21CB"/>
    <w:rsid w:val="002E3612"/>
    <w:rsid w:val="002F4948"/>
    <w:rsid w:val="003009C9"/>
    <w:rsid w:val="00331D95"/>
    <w:rsid w:val="003349E3"/>
    <w:rsid w:val="00430F25"/>
    <w:rsid w:val="00486300"/>
    <w:rsid w:val="004D171B"/>
    <w:rsid w:val="00502BEF"/>
    <w:rsid w:val="00540537"/>
    <w:rsid w:val="00541E46"/>
    <w:rsid w:val="005B6853"/>
    <w:rsid w:val="005C2BD0"/>
    <w:rsid w:val="005E387A"/>
    <w:rsid w:val="00680944"/>
    <w:rsid w:val="006B22CE"/>
    <w:rsid w:val="006E31F3"/>
    <w:rsid w:val="006E3956"/>
    <w:rsid w:val="00702C0D"/>
    <w:rsid w:val="007E01D3"/>
    <w:rsid w:val="007F6FCC"/>
    <w:rsid w:val="00862C56"/>
    <w:rsid w:val="0089158A"/>
    <w:rsid w:val="008E27A7"/>
    <w:rsid w:val="009364E1"/>
    <w:rsid w:val="009554FB"/>
    <w:rsid w:val="00990090"/>
    <w:rsid w:val="009E629B"/>
    <w:rsid w:val="009F3F9F"/>
    <w:rsid w:val="00A04911"/>
    <w:rsid w:val="00A1351A"/>
    <w:rsid w:val="00A5561A"/>
    <w:rsid w:val="00B000E3"/>
    <w:rsid w:val="00B028C4"/>
    <w:rsid w:val="00B15CD8"/>
    <w:rsid w:val="00B424BD"/>
    <w:rsid w:val="00B52715"/>
    <w:rsid w:val="00B73FD1"/>
    <w:rsid w:val="00BC3E9B"/>
    <w:rsid w:val="00BD04D6"/>
    <w:rsid w:val="00BE1819"/>
    <w:rsid w:val="00BF49AF"/>
    <w:rsid w:val="00C235DC"/>
    <w:rsid w:val="00C6493E"/>
    <w:rsid w:val="00C7794C"/>
    <w:rsid w:val="00D13E57"/>
    <w:rsid w:val="00D44466"/>
    <w:rsid w:val="00D61B91"/>
    <w:rsid w:val="00D62385"/>
    <w:rsid w:val="00D727D5"/>
    <w:rsid w:val="00D955E7"/>
    <w:rsid w:val="00DB50DD"/>
    <w:rsid w:val="00DC5FA7"/>
    <w:rsid w:val="00DE39B0"/>
    <w:rsid w:val="00E20782"/>
    <w:rsid w:val="00E47977"/>
    <w:rsid w:val="00E613E6"/>
    <w:rsid w:val="00E97744"/>
    <w:rsid w:val="00F0078F"/>
    <w:rsid w:val="00F15613"/>
    <w:rsid w:val="00F178AC"/>
    <w:rsid w:val="00F5356E"/>
    <w:rsid w:val="00F6262B"/>
    <w:rsid w:val="00F66799"/>
    <w:rsid w:val="00F81C25"/>
    <w:rsid w:val="00FA5E73"/>
    <w:rsid w:val="00FB21A4"/>
    <w:rsid w:val="00FC623F"/>
    <w:rsid w:val="00FD327E"/>
    <w:rsid w:val="00FE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C6EABA"/>
  <w15:docId w15:val="{70064BE3-D09B-4786-8314-9AD9680A8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/>
    <w:lsdException w:name="List Number" w:semiHidden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/>
    <w:lsdException w:name="Balloon Text" w:semiHidden="1"/>
    <w:lsdException w:name="Table Grid" w:locked="1" w:semiHidden="1" w:uiPriority="39"/>
    <w:lsdException w:name="Table Theme" w:semiHidden="1"/>
    <w:lsdException w:name="Placeholder Text" w:semiHidden="1"/>
    <w:lsdException w:name="No Spacing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základní"/>
    <w:qFormat/>
    <w:rsid w:val="00BC3E9B"/>
    <w:pPr>
      <w:spacing w:after="120" w:line="250" w:lineRule="exact"/>
      <w:contextualSpacing/>
      <w:jc w:val="both"/>
    </w:pPr>
    <w:rPr>
      <w:rFonts w:ascii="Arial" w:hAnsi="Arial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="Times New Roman"/>
      <w:b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="Times New Roman" w:hAnsi="Times New Roman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1"/>
    <w:rsid w:val="00862C56"/>
    <w:rPr>
      <w:rFonts w:ascii="Arial" w:eastAsia="Times New Roman" w:hAnsi="Arial" w:cs="Times New Roman"/>
      <w:b/>
      <w:sz w:val="24"/>
      <w:szCs w:val="32"/>
    </w:rPr>
  </w:style>
  <w:style w:type="paragraph" w:styleId="Zhlav">
    <w:name w:val="header"/>
    <w:basedOn w:val="Normln"/>
    <w:link w:val="Zhlav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link w:val="Zhlav"/>
    <w:uiPriority w:val="99"/>
    <w:semiHidden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1"/>
    <w:qFormat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link w:val="Zpat"/>
    <w:uiPriority w:val="1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link w:val="Nadpis2"/>
    <w:uiPriority w:val="1"/>
    <w:rsid w:val="00862C56"/>
    <w:rPr>
      <w:rFonts w:ascii="Arial" w:eastAsia="Times New Roman" w:hAnsi="Arial" w:cs="Times New Roman"/>
      <w:b/>
      <w:szCs w:val="26"/>
    </w:rPr>
  </w:style>
  <w:style w:type="character" w:customStyle="1" w:styleId="Nadpis3Char">
    <w:name w:val="Nadpis 3 Char"/>
    <w:link w:val="Nadpis3"/>
    <w:uiPriority w:val="9"/>
    <w:semiHidden/>
    <w:rsid w:val="000F0D39"/>
    <w:rPr>
      <w:rFonts w:ascii="Georgia" w:eastAsia="Times New Roman" w:hAnsi="Georgia" w:cs="Times New Roman"/>
      <w:b/>
      <w:szCs w:val="24"/>
    </w:rPr>
  </w:style>
  <w:style w:type="character" w:customStyle="1" w:styleId="Nadpis4Char">
    <w:name w:val="Nadpis 4 Char"/>
    <w:link w:val="Nadpis4"/>
    <w:uiPriority w:val="9"/>
    <w:semiHidden/>
    <w:rsid w:val="00BF49AF"/>
    <w:rPr>
      <w:rFonts w:ascii="Times New Roman" w:eastAsia="Times New Roman" w:hAnsi="Times New Roman" w:cs="Times New Roman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="Times New Roman" w:hAnsi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semiHidden/>
    <w:rsid w:val="00BF49AF"/>
    <w:rPr>
      <w:rFonts w:ascii="Times New Roman" w:eastAsia="Times New Roman" w:hAnsi="Times New Roman" w:cs="Times New Roman"/>
      <w:spacing w:val="-10"/>
      <w:kern w:val="28"/>
      <w:sz w:val="56"/>
      <w:szCs w:val="56"/>
    </w:rPr>
  </w:style>
  <w:style w:type="paragraph" w:customStyle="1" w:styleId="Podtitul1">
    <w:name w:val="Podtitul1"/>
    <w:basedOn w:val="Normln"/>
    <w:next w:val="Normln"/>
    <w:link w:val="PodtitulChar"/>
    <w:uiPriority w:val="11"/>
    <w:semiHidden/>
    <w:qFormat/>
    <w:rsid w:val="005E387A"/>
    <w:pPr>
      <w:numPr>
        <w:ilvl w:val="1"/>
      </w:numPr>
    </w:pPr>
    <w:rPr>
      <w:rFonts w:ascii="Times New Roman" w:eastAsia="Times New Roman" w:hAnsi="Times New Roman"/>
      <w:color w:val="4F4C4D"/>
      <w:spacing w:val="15"/>
    </w:rPr>
  </w:style>
  <w:style w:type="character" w:customStyle="1" w:styleId="PodtitulChar">
    <w:name w:val="Podtitul Char"/>
    <w:link w:val="Podtitul1"/>
    <w:uiPriority w:val="11"/>
    <w:semiHidden/>
    <w:rsid w:val="00BF49AF"/>
    <w:rPr>
      <w:rFonts w:ascii="Times New Roman" w:eastAsia="Times New Roman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semiHidden/>
    <w:rsid w:val="009554FB"/>
  </w:style>
  <w:style w:type="paragraph" w:customStyle="1" w:styleId="zkladntun">
    <w:name w:val="základní tučně"/>
    <w:basedOn w:val="Normln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customStyle="1" w:styleId="Zkladnodstavec">
    <w:name w:val="[Základní odstavec]"/>
    <w:basedOn w:val="Normln"/>
    <w:uiPriority w:val="99"/>
    <w:rsid w:val="009364E1"/>
    <w:pPr>
      <w:autoSpaceDE w:val="0"/>
      <w:autoSpaceDN w:val="0"/>
      <w:adjustRightInd w:val="0"/>
      <w:spacing w:after="0" w:line="288" w:lineRule="auto"/>
      <w:contextualSpacing w:val="0"/>
      <w:jc w:val="left"/>
      <w:textAlignment w:val="center"/>
    </w:pPr>
    <w:rPr>
      <w:rFonts w:ascii="Minion Pro" w:hAnsi="Minion Pro" w:cs="Minion Pro"/>
      <w:color w:val="000000"/>
      <w:sz w:val="24"/>
      <w:szCs w:val="24"/>
    </w:rPr>
  </w:style>
  <w:style w:type="table" w:styleId="Svtlseznam">
    <w:name w:val="Light List"/>
    <w:basedOn w:val="Normlntabulka"/>
    <w:uiPriority w:val="61"/>
    <w:locked/>
    <w:rsid w:val="00F66799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katabulky">
    <w:name w:val="Table Grid"/>
    <w:basedOn w:val="Normlntabulka"/>
    <w:uiPriority w:val="39"/>
    <w:locked/>
    <w:rsid w:val="002E2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220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0E2D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rsid w:val="00220E2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20E2D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0E2D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20E2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0E2D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ysucanm\AppData\Local\Temp\UP_hlavickovy-papir_cz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3BE5D-0BD9-4AB8-A5F7-91EF07037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UP_hlavickovy-papir_cz</Template>
  <TotalTime>29</TotalTime>
  <Pages>1</Pages>
  <Words>196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Kysucanova Milena</dc:creator>
  <cp:lastModifiedBy>Jiri Langer</cp:lastModifiedBy>
  <cp:revision>4</cp:revision>
  <cp:lastPrinted>2019-04-04T10:56:00Z</cp:lastPrinted>
  <dcterms:created xsi:type="dcterms:W3CDTF">2019-04-04T11:55:00Z</dcterms:created>
  <dcterms:modified xsi:type="dcterms:W3CDTF">2019-04-04T19:56:00Z</dcterms:modified>
</cp:coreProperties>
</file>