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B8D05" w14:textId="77777777" w:rsidR="006939D3" w:rsidRPr="006E12BB" w:rsidRDefault="006939D3" w:rsidP="00382DAA">
      <w:pPr>
        <w:spacing w:after="400"/>
        <w:contextualSpacing w:val="0"/>
        <w:rPr>
          <w:rFonts w:asciiTheme="minorHAnsi" w:hAnsiTheme="minorHAnsi"/>
          <w:b/>
          <w:sz w:val="28"/>
          <w:szCs w:val="28"/>
        </w:rPr>
      </w:pPr>
      <w:r w:rsidRPr="006E12BB">
        <w:rPr>
          <w:rFonts w:asciiTheme="minorHAnsi" w:hAnsiTheme="minorHAnsi"/>
          <w:b/>
          <w:sz w:val="28"/>
          <w:szCs w:val="28"/>
        </w:rPr>
        <w:t>Záměr studijní</w:t>
      </w:r>
      <w:r w:rsidR="00BB2843" w:rsidRPr="006E12BB">
        <w:rPr>
          <w:rFonts w:asciiTheme="minorHAnsi" w:hAnsiTheme="minorHAnsi"/>
          <w:b/>
          <w:sz w:val="28"/>
          <w:szCs w:val="28"/>
        </w:rPr>
        <w:t>ho</w:t>
      </w:r>
      <w:r w:rsidRPr="006E12BB">
        <w:rPr>
          <w:rFonts w:asciiTheme="minorHAnsi" w:hAnsiTheme="minorHAnsi"/>
          <w:b/>
          <w:sz w:val="28"/>
          <w:szCs w:val="28"/>
        </w:rPr>
        <w:t xml:space="preserve"> programu</w:t>
      </w:r>
      <w:r w:rsidR="006E12BB" w:rsidRPr="006E12BB">
        <w:rPr>
          <w:rFonts w:asciiTheme="minorHAnsi" w:hAnsiTheme="minorHAnsi"/>
          <w:b/>
          <w:sz w:val="28"/>
          <w:szCs w:val="28"/>
        </w:rPr>
        <w:t xml:space="preserve"> Přírodovědecké fakulty UP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8210"/>
      </w:tblGrid>
      <w:tr w:rsidR="00BB2843" w:rsidRPr="006E12BB" w14:paraId="3364FC37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40CDD4AE" w14:textId="77777777" w:rsidR="00BB2843" w:rsidRPr="006E12BB" w:rsidRDefault="00BB2843" w:rsidP="006E12BB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I: Název oblasti vzdělávání</w:t>
            </w:r>
          </w:p>
        </w:tc>
      </w:tr>
      <w:tr w:rsidR="00BB2843" w:rsidRPr="006E12BB" w14:paraId="6899C710" w14:textId="77777777" w:rsidTr="009C0FE5">
        <w:tc>
          <w:tcPr>
            <w:tcW w:w="8210" w:type="dxa"/>
            <w:vAlign w:val="center"/>
          </w:tcPr>
          <w:p w14:paraId="442C9E20" w14:textId="77777777" w:rsidR="00BB2843" w:rsidRPr="006E12BB" w:rsidRDefault="00165153" w:rsidP="006E12BB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Informatika</w:t>
            </w:r>
          </w:p>
          <w:p w14:paraId="7EBB0AC9" w14:textId="77777777" w:rsidR="00BB2843" w:rsidRPr="006E12BB" w:rsidRDefault="00BB2843" w:rsidP="006E12BB">
            <w:pPr>
              <w:spacing w:after="0" w:line="240" w:lineRule="auto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14:paraId="5A327AF8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6E76AF5D" w14:textId="77777777"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II: Základní tematický okruh</w:t>
            </w:r>
          </w:p>
        </w:tc>
      </w:tr>
      <w:tr w:rsidR="00BB2843" w:rsidRPr="006E12BB" w14:paraId="0686EC39" w14:textId="77777777" w:rsidTr="009C0FE5">
        <w:tc>
          <w:tcPr>
            <w:tcW w:w="8210" w:type="dxa"/>
            <w:vAlign w:val="center"/>
          </w:tcPr>
          <w:p w14:paraId="5DA4636B" w14:textId="77777777" w:rsidR="00BB2843" w:rsidRPr="006E12BB" w:rsidRDefault="00E31745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 w:rsidRPr="00E31745">
              <w:t xml:space="preserve">Diskrétní matematika, kombinatorika a teorie grafů, matematická logika, </w:t>
            </w:r>
            <w:r>
              <w:t xml:space="preserve">algebra, matematická analýza, </w:t>
            </w:r>
            <w:r w:rsidRPr="00E31745">
              <w:t>programování, algoritmizace, teorie algoritmů, teorie složitosti a teorie vyčíslitelnosti, počítačové sítě, paralelní a distribuované algoritmy, uživatelská rozhraní, operační systémy, databázové systémy, formální jazyky, gramatiky a automaty, programovací jazyky a paradigmata, softwarové inženýrství.</w:t>
            </w:r>
          </w:p>
        </w:tc>
      </w:tr>
      <w:tr w:rsidR="00BB2843" w:rsidRPr="006E12BB" w14:paraId="672B05C4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0120ECDA" w14:textId="77777777"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III: Název studijního programu</w:t>
            </w:r>
            <w:r w:rsidR="00E37F73">
              <w:rPr>
                <w:rFonts w:asciiTheme="minorHAnsi" w:hAnsiTheme="minorHAnsi" w:cs="Cambria"/>
                <w:b/>
                <w:sz w:val="22"/>
              </w:rPr>
              <w:t>, forma studia, jazyk studia</w:t>
            </w:r>
          </w:p>
        </w:tc>
      </w:tr>
      <w:tr w:rsidR="00BB2843" w:rsidRPr="006E12BB" w14:paraId="2C8DBA50" w14:textId="77777777" w:rsidTr="009C0FE5">
        <w:tc>
          <w:tcPr>
            <w:tcW w:w="8210" w:type="dxa"/>
            <w:vAlign w:val="center"/>
          </w:tcPr>
          <w:p w14:paraId="78890E3C" w14:textId="77777777" w:rsidR="000F4B58" w:rsidRDefault="000F4B58" w:rsidP="000F4B58">
            <w:pPr>
              <w:pStyle w:val="PlainText"/>
            </w:pPr>
            <w:r>
              <w:t>Informatika, bakalářský, prezenční, český jazyk</w:t>
            </w:r>
          </w:p>
          <w:p w14:paraId="3CF41DE4" w14:textId="77777777" w:rsidR="00F36391" w:rsidRDefault="00F36391" w:rsidP="000F4B58">
            <w:pPr>
              <w:pStyle w:val="PlainText"/>
            </w:pPr>
          </w:p>
          <w:p w14:paraId="7C2B84AC" w14:textId="77777777" w:rsidR="00BB2843" w:rsidRPr="006E12BB" w:rsidRDefault="00F36391" w:rsidP="000F4B58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>Studijní program se dělí na specializace „Obecná informatika “ a „Programování a vývoj software“</w:t>
            </w:r>
          </w:p>
        </w:tc>
      </w:tr>
      <w:tr w:rsidR="00BB2843" w:rsidRPr="006E12BB" w14:paraId="05E5BF5A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54316468" w14:textId="77777777"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IV: Garant studijního programu</w:t>
            </w:r>
          </w:p>
        </w:tc>
      </w:tr>
      <w:tr w:rsidR="00BB2843" w:rsidRPr="006E12BB" w14:paraId="688D6A25" w14:textId="77777777" w:rsidTr="009C0FE5">
        <w:tc>
          <w:tcPr>
            <w:tcW w:w="8210" w:type="dxa"/>
            <w:vAlign w:val="center"/>
          </w:tcPr>
          <w:p w14:paraId="59EAA3CE" w14:textId="77777777" w:rsidR="00BB2843" w:rsidRDefault="000F4B58" w:rsidP="006E12BB">
            <w:pPr>
              <w:pStyle w:val="ListParagraph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doc. RNDr. Michal Krupka, Ph.D.</w:t>
            </w:r>
          </w:p>
          <w:p w14:paraId="199AF3F3" w14:textId="77777777" w:rsidR="006E12BB" w:rsidRPr="006E12BB" w:rsidRDefault="006E12BB" w:rsidP="006E12BB">
            <w:pPr>
              <w:pStyle w:val="ListParagraph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14:paraId="4507ED89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142E087A" w14:textId="77777777" w:rsidR="00BB2843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V: Uplatnění absolventa</w:t>
            </w:r>
          </w:p>
        </w:tc>
      </w:tr>
      <w:tr w:rsidR="00BB2843" w:rsidRPr="006E12BB" w14:paraId="7589A2B3" w14:textId="77777777" w:rsidTr="009C0FE5">
        <w:tc>
          <w:tcPr>
            <w:tcW w:w="8210" w:type="dxa"/>
            <w:vAlign w:val="center"/>
          </w:tcPr>
          <w:p w14:paraId="5C3089F8" w14:textId="579655F9" w:rsidR="000F4B58" w:rsidRDefault="000F4B58" w:rsidP="000F4B58">
            <w:pPr>
              <w:spacing w:after="0" w:line="240" w:lineRule="auto"/>
              <w:contextualSpacing w:val="0"/>
              <w:jc w:val="left"/>
            </w:pPr>
            <w:r>
              <w:rPr>
                <w:rFonts w:asciiTheme="minorHAnsi" w:hAnsiTheme="minorHAnsi" w:cs="Cambria"/>
                <w:sz w:val="22"/>
              </w:rPr>
              <w:t xml:space="preserve">Absolvent může </w:t>
            </w:r>
            <w:r w:rsidR="00EC20A1">
              <w:rPr>
                <w:rFonts w:asciiTheme="minorHAnsi" w:hAnsiTheme="minorHAnsi" w:cs="Cambria"/>
                <w:sz w:val="22"/>
              </w:rPr>
              <w:t xml:space="preserve">především </w:t>
            </w:r>
            <w:r>
              <w:rPr>
                <w:rFonts w:asciiTheme="minorHAnsi" w:hAnsiTheme="minorHAnsi" w:cs="Cambria"/>
                <w:sz w:val="22"/>
              </w:rPr>
              <w:t>pokračovat v navazující</w:t>
            </w:r>
            <w:r w:rsidR="00F36391">
              <w:rPr>
                <w:rFonts w:asciiTheme="minorHAnsi" w:hAnsiTheme="minorHAnsi" w:cs="Cambria"/>
                <w:sz w:val="22"/>
              </w:rPr>
              <w:t>ch studijních programech</w:t>
            </w:r>
            <w:r w:rsidR="00C901C6">
              <w:rPr>
                <w:rFonts w:asciiTheme="minorHAnsi" w:hAnsiTheme="minorHAnsi" w:cs="Cambria"/>
                <w:sz w:val="22"/>
              </w:rPr>
              <w:t xml:space="preserve"> v oblasti vzdělávání Informatika. Uplatní se také jako </w:t>
            </w:r>
            <w:r>
              <w:rPr>
                <w:rFonts w:asciiTheme="minorHAnsi" w:hAnsiTheme="minorHAnsi" w:cs="Cambria"/>
                <w:sz w:val="22"/>
              </w:rPr>
              <w:t>programátor, softwarový návrhář a analytik</w:t>
            </w:r>
            <w:r w:rsidR="00A10D09">
              <w:rPr>
                <w:rFonts w:asciiTheme="minorHAnsi" w:hAnsiTheme="minorHAnsi" w:cs="Cambria"/>
                <w:sz w:val="22"/>
              </w:rPr>
              <w:t>, popř.</w:t>
            </w:r>
            <w:r w:rsidR="00A10D09">
              <w:rPr>
                <w:rFonts w:asciiTheme="minorHAnsi" w:hAnsiTheme="minorHAnsi" w:cs="Cambria"/>
                <w:sz w:val="22"/>
              </w:rPr>
              <w:t xml:space="preserve"> jako </w:t>
            </w:r>
            <w:bookmarkStart w:id="0" w:name="_GoBack"/>
            <w:bookmarkEnd w:id="0"/>
            <w:r w:rsidR="00A10D09">
              <w:rPr>
                <w:rFonts w:asciiTheme="minorHAnsi" w:hAnsiTheme="minorHAnsi" w:cs="Cambria"/>
                <w:sz w:val="22"/>
              </w:rPr>
              <w:t>výzkumný a vývojový pracovník,</w:t>
            </w:r>
          </w:p>
          <w:p w14:paraId="4D29C9D5" w14:textId="77777777" w:rsidR="00EC20A1" w:rsidRDefault="00EC20A1" w:rsidP="000F4B58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</w:p>
          <w:p w14:paraId="5730C8F1" w14:textId="77777777" w:rsidR="006E12BB" w:rsidRPr="006E12BB" w:rsidRDefault="000F4B58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>Ne</w:t>
            </w:r>
            <w:r w:rsidR="00315556">
              <w:rPr>
                <w:rFonts w:asciiTheme="minorHAnsi" w:hAnsiTheme="minorHAnsi" w:cs="Cambria"/>
                <w:sz w:val="22"/>
              </w:rPr>
              <w:t xml:space="preserve">jedná </w:t>
            </w:r>
            <w:r>
              <w:rPr>
                <w:rFonts w:asciiTheme="minorHAnsi" w:hAnsiTheme="minorHAnsi" w:cs="Cambria"/>
                <w:sz w:val="22"/>
              </w:rPr>
              <w:t xml:space="preserve">se </w:t>
            </w:r>
            <w:r w:rsidR="00315556">
              <w:rPr>
                <w:rFonts w:asciiTheme="minorHAnsi" w:hAnsiTheme="minorHAnsi" w:cs="Cambria"/>
                <w:sz w:val="22"/>
              </w:rPr>
              <w:t>o regulované povolání</w:t>
            </w:r>
          </w:p>
          <w:p w14:paraId="0599BA38" w14:textId="77777777" w:rsidR="00BB2843" w:rsidRPr="006E12BB" w:rsidRDefault="00BB2843" w:rsidP="006E12BB">
            <w:pPr>
              <w:pStyle w:val="ListParagraph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6E12BB" w:rsidRPr="006E12BB" w14:paraId="22D7A138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3C339B3F" w14:textId="77777777" w:rsidR="006E12BB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VI: Cíle studia</w:t>
            </w:r>
          </w:p>
        </w:tc>
      </w:tr>
      <w:tr w:rsidR="00BB2843" w:rsidRPr="006E12BB" w14:paraId="44E1EEFB" w14:textId="77777777" w:rsidTr="009C0FE5">
        <w:tc>
          <w:tcPr>
            <w:tcW w:w="8210" w:type="dxa"/>
            <w:vAlign w:val="center"/>
          </w:tcPr>
          <w:p w14:paraId="4550B94F" w14:textId="77777777" w:rsidR="00BB2843" w:rsidRPr="00365DAA" w:rsidRDefault="000F4B58" w:rsidP="001D54D4">
            <w:pPr>
              <w:spacing w:after="0" w:line="240" w:lineRule="auto"/>
              <w:contextualSpacing w:val="0"/>
              <w:jc w:val="left"/>
            </w:pPr>
            <w:r>
              <w:t xml:space="preserve">Studijní program připravuje odborníky v oblasti informatiky. </w:t>
            </w:r>
            <w:r w:rsidR="00F36391">
              <w:t xml:space="preserve">Absolventi studia budou </w:t>
            </w:r>
            <w:r w:rsidR="00365DAA">
              <w:t>kvalitními</w:t>
            </w:r>
            <w:r w:rsidR="00F36391">
              <w:t xml:space="preserve"> programátory </w:t>
            </w:r>
            <w:r w:rsidR="00365DAA">
              <w:t xml:space="preserve">schopnými </w:t>
            </w:r>
            <w:r w:rsidR="001D54D4">
              <w:t xml:space="preserve">samostatně </w:t>
            </w:r>
            <w:r>
              <w:t>analyzovat</w:t>
            </w:r>
            <w:r w:rsidR="001D54D4">
              <w:t xml:space="preserve"> problémy v oblasti zpracování informací a softwarových technologií, hodnotit existující a na</w:t>
            </w:r>
            <w:r w:rsidR="00365DAA">
              <w:t xml:space="preserve">vrhovat vhodná nová řešení. Budou schopni navrhovat algoritmy </w:t>
            </w:r>
            <w:r w:rsidR="001D54D4">
              <w:t xml:space="preserve">a jejich implementace s využitím teoretických znalostí </w:t>
            </w:r>
            <w:r w:rsidR="00F36391">
              <w:t xml:space="preserve">z </w:t>
            </w:r>
            <w:r w:rsidR="001D54D4">
              <w:t>matematiky a teoretické informatiky i praktických dovedností z různých programovacích paradigmat (procedurální, fun</w:t>
            </w:r>
            <w:r w:rsidR="00F36391">
              <w:t>kcionální, objektové, logické),</w:t>
            </w:r>
            <w:r w:rsidR="001D54D4">
              <w:t xml:space="preserve"> metod vývoje a správy software</w:t>
            </w:r>
            <w:r w:rsidR="00F36391">
              <w:t>, operačních systémů, počítačových sítí, databázových systémů</w:t>
            </w:r>
            <w:r w:rsidR="001D54D4">
              <w:t>.</w:t>
            </w:r>
          </w:p>
        </w:tc>
      </w:tr>
    </w:tbl>
    <w:p w14:paraId="2A99E083" w14:textId="77777777" w:rsidR="00BB2843" w:rsidRPr="006E12BB" w:rsidRDefault="00BB2843" w:rsidP="00BB2843">
      <w:pPr>
        <w:rPr>
          <w:rFonts w:asciiTheme="minorHAnsi" w:hAnsiTheme="minorHAnsi"/>
          <w:sz w:val="24"/>
          <w:szCs w:val="24"/>
        </w:rPr>
      </w:pPr>
    </w:p>
    <w:sectPr w:rsidR="00BB2843" w:rsidRPr="006E12BB" w:rsidSect="00886C7D">
      <w:footerReference w:type="default" r:id="rId8"/>
      <w:headerReference w:type="first" r:id="rId9"/>
      <w:footerReference w:type="first" r:id="rId10"/>
      <w:pgSz w:w="11906" w:h="16838" w:code="9"/>
      <w:pgMar w:top="1134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EE95A8" w14:textId="77777777" w:rsidR="00EA7373" w:rsidRDefault="00EA7373" w:rsidP="00F15613">
      <w:pPr>
        <w:spacing w:line="240" w:lineRule="auto"/>
      </w:pPr>
      <w:r>
        <w:separator/>
      </w:r>
    </w:p>
  </w:endnote>
  <w:endnote w:type="continuationSeparator" w:id="0">
    <w:p w14:paraId="56FCBEC2" w14:textId="77777777" w:rsidR="00EA7373" w:rsidRDefault="00EA7373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F20082" w14:textId="77777777" w:rsidR="00B833E0" w:rsidRDefault="00B833E0" w:rsidP="00B833E0">
    <w:pPr>
      <w:pStyle w:val="Footer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760A1E37" w14:textId="77777777" w:rsidR="00B833E0" w:rsidRPr="00B53059" w:rsidRDefault="00B833E0" w:rsidP="00B833E0">
    <w:pPr>
      <w:pStyle w:val="Footer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14:paraId="7D361D83" w14:textId="77777777" w:rsidR="00B833E0" w:rsidRPr="00B53059" w:rsidRDefault="00B833E0" w:rsidP="00B833E0">
    <w:pPr>
      <w:pStyle w:val="Footer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AEC86" w14:textId="77777777" w:rsidR="00593A5F" w:rsidRDefault="00593A5F" w:rsidP="00593A5F">
    <w:pPr>
      <w:pStyle w:val="Footer"/>
      <w:jc w:val="left"/>
      <w:rPr>
        <w:rFonts w:ascii="Times New Roman" w:hAnsi="Times New Roman"/>
      </w:rPr>
    </w:pPr>
    <w:r>
      <w:t>verze 1. 2. 2019</w:t>
    </w:r>
  </w:p>
  <w:p w14:paraId="7700B4C8" w14:textId="77777777" w:rsidR="00593A5F" w:rsidRPr="00B53059" w:rsidRDefault="00593A5F" w:rsidP="00F11270">
    <w:pPr>
      <w:pStyle w:val="Footer"/>
      <w:spacing w:line="240" w:lineRule="exact"/>
      <w:rPr>
        <w:rFonts w:cs="Arial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6C9E4A" w14:textId="77777777" w:rsidR="00EA7373" w:rsidRDefault="00EA7373" w:rsidP="00F15613">
      <w:pPr>
        <w:spacing w:line="240" w:lineRule="auto"/>
      </w:pPr>
      <w:r>
        <w:separator/>
      </w:r>
    </w:p>
  </w:footnote>
  <w:footnote w:type="continuationSeparator" w:id="0">
    <w:p w14:paraId="6EA85D0D" w14:textId="77777777" w:rsidR="00EA7373" w:rsidRDefault="00EA7373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A99853" w14:textId="77777777" w:rsidR="00F15613" w:rsidRDefault="00F0078F">
    <w:pPr>
      <w:pStyle w:val="Header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9E143EC" wp14:editId="11F79399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eniu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720090" distB="720090" distL="114300" distR="114300" simplePos="0" relativeHeight="251658240" behindDoc="0" locked="1" layoutInCell="1" allowOverlap="1" wp14:anchorId="61E60668" wp14:editId="5090BBF7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4445"/>
          <wp:wrapTopAndBottom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p_logo_hori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873AE"/>
    <w:multiLevelType w:val="hybridMultilevel"/>
    <w:tmpl w:val="4238D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B3FCF"/>
    <w:multiLevelType w:val="hybridMultilevel"/>
    <w:tmpl w:val="3A3C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9D2D1A"/>
    <w:multiLevelType w:val="hybridMultilevel"/>
    <w:tmpl w:val="D03C0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96197C"/>
    <w:multiLevelType w:val="hybridMultilevel"/>
    <w:tmpl w:val="BDDAC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AD6BDF"/>
    <w:multiLevelType w:val="hybridMultilevel"/>
    <w:tmpl w:val="182A8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034D6"/>
    <w:multiLevelType w:val="hybridMultilevel"/>
    <w:tmpl w:val="8A78C43E"/>
    <w:lvl w:ilvl="0" w:tplc="2D8EE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 w:grammar="clean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083"/>
    <w:rsid w:val="000126EB"/>
    <w:rsid w:val="00035CAF"/>
    <w:rsid w:val="0005456A"/>
    <w:rsid w:val="0007026C"/>
    <w:rsid w:val="000727F5"/>
    <w:rsid w:val="000A65E0"/>
    <w:rsid w:val="000F0D39"/>
    <w:rsid w:val="000F4B58"/>
    <w:rsid w:val="000F659A"/>
    <w:rsid w:val="00104C29"/>
    <w:rsid w:val="0010566D"/>
    <w:rsid w:val="001169CD"/>
    <w:rsid w:val="00143CFA"/>
    <w:rsid w:val="00164540"/>
    <w:rsid w:val="00165153"/>
    <w:rsid w:val="001651D1"/>
    <w:rsid w:val="001834FE"/>
    <w:rsid w:val="001861AC"/>
    <w:rsid w:val="001B4190"/>
    <w:rsid w:val="001D54D4"/>
    <w:rsid w:val="002004C5"/>
    <w:rsid w:val="00276D6B"/>
    <w:rsid w:val="002A297C"/>
    <w:rsid w:val="002B1AED"/>
    <w:rsid w:val="002E3612"/>
    <w:rsid w:val="002E79F9"/>
    <w:rsid w:val="00306E43"/>
    <w:rsid w:val="003137B3"/>
    <w:rsid w:val="00315556"/>
    <w:rsid w:val="00331D95"/>
    <w:rsid w:val="00365DAA"/>
    <w:rsid w:val="00382DAA"/>
    <w:rsid w:val="00382F6E"/>
    <w:rsid w:val="003F151B"/>
    <w:rsid w:val="003F66AF"/>
    <w:rsid w:val="00421CD5"/>
    <w:rsid w:val="00430F25"/>
    <w:rsid w:val="00450376"/>
    <w:rsid w:val="00486300"/>
    <w:rsid w:val="004A4A6C"/>
    <w:rsid w:val="004D171B"/>
    <w:rsid w:val="004F4E67"/>
    <w:rsid w:val="005029E3"/>
    <w:rsid w:val="00502BEF"/>
    <w:rsid w:val="00510B17"/>
    <w:rsid w:val="00540537"/>
    <w:rsid w:val="00560CE7"/>
    <w:rsid w:val="00593A5F"/>
    <w:rsid w:val="005B6853"/>
    <w:rsid w:val="005C2BD0"/>
    <w:rsid w:val="005E387A"/>
    <w:rsid w:val="005F1316"/>
    <w:rsid w:val="005F71B7"/>
    <w:rsid w:val="00607AF0"/>
    <w:rsid w:val="00642F81"/>
    <w:rsid w:val="00680944"/>
    <w:rsid w:val="006939D3"/>
    <w:rsid w:val="006B22CE"/>
    <w:rsid w:val="006B583D"/>
    <w:rsid w:val="006E12BB"/>
    <w:rsid w:val="006E3956"/>
    <w:rsid w:val="006F3083"/>
    <w:rsid w:val="00702C0D"/>
    <w:rsid w:val="0073624D"/>
    <w:rsid w:val="007818D5"/>
    <w:rsid w:val="007E4276"/>
    <w:rsid w:val="007F53AB"/>
    <w:rsid w:val="007F6FCC"/>
    <w:rsid w:val="0081047F"/>
    <w:rsid w:val="0083165C"/>
    <w:rsid w:val="00862C56"/>
    <w:rsid w:val="00886C7D"/>
    <w:rsid w:val="008A2544"/>
    <w:rsid w:val="008C2DB1"/>
    <w:rsid w:val="008D7C11"/>
    <w:rsid w:val="008E27A7"/>
    <w:rsid w:val="009500DB"/>
    <w:rsid w:val="009554FB"/>
    <w:rsid w:val="00977899"/>
    <w:rsid w:val="00984D58"/>
    <w:rsid w:val="00987B5D"/>
    <w:rsid w:val="00990090"/>
    <w:rsid w:val="009E629B"/>
    <w:rsid w:val="009F1133"/>
    <w:rsid w:val="009F3F9F"/>
    <w:rsid w:val="00A0152E"/>
    <w:rsid w:val="00A04911"/>
    <w:rsid w:val="00A10D09"/>
    <w:rsid w:val="00A1351A"/>
    <w:rsid w:val="00A4720C"/>
    <w:rsid w:val="00A5561A"/>
    <w:rsid w:val="00A81641"/>
    <w:rsid w:val="00A83D8F"/>
    <w:rsid w:val="00AB643C"/>
    <w:rsid w:val="00AC7827"/>
    <w:rsid w:val="00B028C4"/>
    <w:rsid w:val="00B15CD8"/>
    <w:rsid w:val="00B27372"/>
    <w:rsid w:val="00B52715"/>
    <w:rsid w:val="00B73FD1"/>
    <w:rsid w:val="00B833E0"/>
    <w:rsid w:val="00B85FB4"/>
    <w:rsid w:val="00B9280C"/>
    <w:rsid w:val="00BA5BB0"/>
    <w:rsid w:val="00BB2843"/>
    <w:rsid w:val="00BC71AA"/>
    <w:rsid w:val="00BD04D6"/>
    <w:rsid w:val="00BE1819"/>
    <w:rsid w:val="00BF49AF"/>
    <w:rsid w:val="00C641AE"/>
    <w:rsid w:val="00C6493E"/>
    <w:rsid w:val="00C901C6"/>
    <w:rsid w:val="00CB508B"/>
    <w:rsid w:val="00CC7B56"/>
    <w:rsid w:val="00D00983"/>
    <w:rsid w:val="00D03631"/>
    <w:rsid w:val="00D069B6"/>
    <w:rsid w:val="00D13E57"/>
    <w:rsid w:val="00D61B91"/>
    <w:rsid w:val="00D62385"/>
    <w:rsid w:val="00D72FCF"/>
    <w:rsid w:val="00D7317D"/>
    <w:rsid w:val="00D86142"/>
    <w:rsid w:val="00D955E7"/>
    <w:rsid w:val="00DA064B"/>
    <w:rsid w:val="00DC5FA7"/>
    <w:rsid w:val="00DD405B"/>
    <w:rsid w:val="00DE39B0"/>
    <w:rsid w:val="00DE41E0"/>
    <w:rsid w:val="00DE6304"/>
    <w:rsid w:val="00E31745"/>
    <w:rsid w:val="00E37F73"/>
    <w:rsid w:val="00E566F7"/>
    <w:rsid w:val="00E97744"/>
    <w:rsid w:val="00EA7373"/>
    <w:rsid w:val="00EC20A1"/>
    <w:rsid w:val="00F0078F"/>
    <w:rsid w:val="00F11270"/>
    <w:rsid w:val="00F15613"/>
    <w:rsid w:val="00F26687"/>
    <w:rsid w:val="00F36391"/>
    <w:rsid w:val="00F37461"/>
    <w:rsid w:val="00F539C7"/>
    <w:rsid w:val="00F71096"/>
    <w:rsid w:val="00F7601C"/>
    <w:rsid w:val="00F81C25"/>
    <w:rsid w:val="00FA5E73"/>
    <w:rsid w:val="00FB21A4"/>
    <w:rsid w:val="00FB4911"/>
    <w:rsid w:val="00FC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5C53770"/>
  <w15:docId w15:val="{052E9CFE-5E56-475D-AB32-5B7DFB8ED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Heading1"/>
    <w:next w:val="Normal"/>
    <w:link w:val="Heading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Heading3">
    <w:name w:val="heading 3"/>
    <w:basedOn w:val="Heading1"/>
    <w:next w:val="Normal"/>
    <w:link w:val="Heading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Header">
    <w:name w:val="header"/>
    <w:basedOn w:val="Normal"/>
    <w:link w:val="Header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F49A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62C56"/>
    <w:rPr>
      <w:rFonts w:ascii="Arial" w:hAnsi="Arial"/>
      <w:color w:val="4F4C4D"/>
      <w:sz w:val="16"/>
    </w:rPr>
  </w:style>
  <w:style w:type="character" w:customStyle="1" w:styleId="Heading2Char">
    <w:name w:val="Heading 2 Char"/>
    <w:basedOn w:val="DefaultParagraphFont"/>
    <w:link w:val="Heading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alWeb">
    <w:name w:val="Normal (Web)"/>
    <w:basedOn w:val="Normal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DefaultParagraphFont"/>
    <w:rsid w:val="009554FB"/>
  </w:style>
  <w:style w:type="paragraph" w:customStyle="1" w:styleId="zkladntun">
    <w:name w:val="základní tučně"/>
    <w:basedOn w:val="Normal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ListParagraph">
    <w:name w:val="List Paragraph"/>
    <w:basedOn w:val="Normal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TableNormal"/>
    <w:next w:val="TableGrid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93A5F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0F4B58"/>
    <w:pPr>
      <w:spacing w:after="0" w:line="240" w:lineRule="auto"/>
      <w:contextualSpacing w:val="0"/>
      <w:jc w:val="left"/>
    </w:pPr>
    <w:rPr>
      <w:rFonts w:ascii="Calibr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F4B58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mayerj\Documents\Hlavi&#269;kov&#253;%20pap&#237;r\UP_hlavickovy-papir_Pr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1EE26-9CFB-2046-AED7-C4816FDD2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C:\Users\mayerj\Documents\Hlavičkový papír\UP_hlavickovy-papir_PrF_cz.dotx</Template>
  <TotalTime>45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mayerj</dc:creator>
  <cp:lastModifiedBy>Belohlavek Radim</cp:lastModifiedBy>
  <cp:revision>9</cp:revision>
  <cp:lastPrinted>2016-06-17T08:05:00Z</cp:lastPrinted>
  <dcterms:created xsi:type="dcterms:W3CDTF">2019-01-08T05:48:00Z</dcterms:created>
  <dcterms:modified xsi:type="dcterms:W3CDTF">2019-04-12T05:50:00Z</dcterms:modified>
</cp:coreProperties>
</file>