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2CF7D" w14:textId="77777777"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</w:t>
      </w: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09D4690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30ECCD2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E4ADC74" w14:textId="77777777" w:rsidTr="009C0FE5">
        <w:tc>
          <w:tcPr>
            <w:tcW w:w="8210" w:type="dxa"/>
            <w:vAlign w:val="center"/>
          </w:tcPr>
          <w:p w14:paraId="34CE4275" w14:textId="5AEE4F72" w:rsidR="00BB2843" w:rsidRPr="006E12BB" w:rsidRDefault="00B14AA6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Biologie, ekologie a </w:t>
            </w:r>
            <w:r w:rsidR="00CF0118">
              <w:rPr>
                <w:rFonts w:asciiTheme="minorHAnsi" w:hAnsiTheme="minorHAnsi"/>
                <w:sz w:val="22"/>
              </w:rPr>
              <w:t>životní prostředí</w:t>
            </w:r>
          </w:p>
          <w:p w14:paraId="67D84137" w14:textId="77777777"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82A5FFD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8F8498C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14:paraId="2CADE4DF" w14:textId="77777777" w:rsidTr="009C0FE5">
        <w:tc>
          <w:tcPr>
            <w:tcW w:w="8210" w:type="dxa"/>
            <w:vAlign w:val="center"/>
          </w:tcPr>
          <w:p w14:paraId="0DF5E063" w14:textId="516F915C" w:rsidR="00BB2843" w:rsidRPr="006E12BB" w:rsidRDefault="00AC6EC9" w:rsidP="00AC6EC9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AC6EC9">
              <w:rPr>
                <w:rFonts w:asciiTheme="minorHAnsi" w:hAnsiTheme="minorHAnsi"/>
                <w:sz w:val="22"/>
              </w:rPr>
              <w:t xml:space="preserve">Fyziologie a anatomie </w:t>
            </w:r>
            <w:r>
              <w:rPr>
                <w:rFonts w:asciiTheme="minorHAnsi" w:hAnsiTheme="minorHAnsi"/>
                <w:sz w:val="22"/>
              </w:rPr>
              <w:t>živočichů</w:t>
            </w:r>
            <w:r w:rsidRPr="00AC6EC9">
              <w:rPr>
                <w:rFonts w:asciiTheme="minorHAnsi" w:hAnsiTheme="minorHAnsi"/>
                <w:sz w:val="22"/>
              </w:rPr>
              <w:t xml:space="preserve"> a rostlin, </w:t>
            </w:r>
            <w:r>
              <w:rPr>
                <w:rFonts w:asciiTheme="minorHAnsi" w:hAnsiTheme="minorHAnsi"/>
                <w:sz w:val="22"/>
              </w:rPr>
              <w:t>Molekulární</w:t>
            </w:r>
            <w:r w:rsidRPr="00AC6EC9">
              <w:rPr>
                <w:rFonts w:asciiTheme="minorHAnsi" w:hAnsiTheme="minorHAnsi"/>
                <w:sz w:val="22"/>
              </w:rPr>
              <w:t xml:space="preserve"> biologie a genetika, </w:t>
            </w:r>
            <w:r>
              <w:rPr>
                <w:rFonts w:asciiTheme="minorHAnsi" w:hAnsiTheme="minorHAnsi"/>
                <w:sz w:val="22"/>
              </w:rPr>
              <w:t>Buněčná</w:t>
            </w:r>
            <w:r w:rsidRPr="00AC6EC9">
              <w:rPr>
                <w:rFonts w:asciiTheme="minorHAnsi" w:hAnsiTheme="minorHAnsi"/>
                <w:sz w:val="22"/>
              </w:rPr>
              <w:t xml:space="preserve"> biologie, Vývojová biologie, </w:t>
            </w:r>
            <w:r>
              <w:rPr>
                <w:rFonts w:asciiTheme="minorHAnsi" w:hAnsiTheme="minorHAnsi"/>
                <w:sz w:val="22"/>
              </w:rPr>
              <w:t>Evoluční</w:t>
            </w:r>
            <w:r w:rsidRPr="00AC6EC9">
              <w:rPr>
                <w:rFonts w:asciiTheme="minorHAnsi" w:hAnsiTheme="minorHAnsi"/>
                <w:sz w:val="22"/>
              </w:rPr>
              <w:t xml:space="preserve"> biologie, Botanika, Mykologie, Zoologie, Hydrobiologie, Mikrobiologie, Parazitologie, Protistologie, Virologie, Imunologie, Ant</w:t>
            </w:r>
            <w:r>
              <w:rPr>
                <w:rFonts w:asciiTheme="minorHAnsi" w:hAnsiTheme="minorHAnsi"/>
                <w:sz w:val="22"/>
              </w:rPr>
              <w:t>ropologie, Ekologie a ochrana životního prostředí</w:t>
            </w:r>
            <w:r w:rsidRPr="00AC6EC9">
              <w:rPr>
                <w:rFonts w:asciiTheme="minorHAnsi" w:hAnsiTheme="minorHAnsi"/>
                <w:sz w:val="22"/>
              </w:rPr>
              <w:t xml:space="preserve">, </w:t>
            </w:r>
            <w:r>
              <w:rPr>
                <w:rFonts w:asciiTheme="minorHAnsi" w:hAnsiTheme="minorHAnsi"/>
                <w:sz w:val="22"/>
              </w:rPr>
              <w:t>Environmentální vědy</w:t>
            </w:r>
          </w:p>
        </w:tc>
      </w:tr>
      <w:tr w:rsidR="00BB2843" w:rsidRPr="006E12BB" w14:paraId="69410844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6320D9D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14:paraId="0D3C1D7A" w14:textId="77777777" w:rsidTr="009C0FE5">
        <w:tc>
          <w:tcPr>
            <w:tcW w:w="8210" w:type="dxa"/>
            <w:vAlign w:val="center"/>
          </w:tcPr>
          <w:p w14:paraId="0D6D8CD7" w14:textId="0D60B88C" w:rsidR="0035582B" w:rsidRPr="006E12BB" w:rsidRDefault="0035582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Biologie a ekologie, Bc studium, prezenční forma, v jazyce českém</w:t>
            </w:r>
          </w:p>
          <w:p w14:paraId="7D890971" w14:textId="77777777" w:rsidR="00BB2843" w:rsidRPr="006E12BB" w:rsidRDefault="00BB2843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14:paraId="7A91B204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56439AAD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66DA54DC" w14:textId="77777777" w:rsidTr="009C0FE5">
        <w:tc>
          <w:tcPr>
            <w:tcW w:w="8210" w:type="dxa"/>
            <w:vAlign w:val="center"/>
          </w:tcPr>
          <w:p w14:paraId="4267351F" w14:textId="2DBED7E7" w:rsidR="00BB2843" w:rsidRDefault="0035582B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Doc. Mgr. Vladimír Remeš, Ph.D.</w:t>
            </w:r>
          </w:p>
          <w:p w14:paraId="0C6DAEDF" w14:textId="77777777" w:rsidR="006E12BB" w:rsidRPr="006E12BB" w:rsidRDefault="006E12BB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69443D78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60F6706F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0423993B" w14:textId="77777777" w:rsidTr="009C0FE5">
        <w:tc>
          <w:tcPr>
            <w:tcW w:w="8210" w:type="dxa"/>
            <w:vAlign w:val="center"/>
          </w:tcPr>
          <w:p w14:paraId="42E2B16B" w14:textId="3F411E16" w:rsidR="00373770" w:rsidRDefault="00624F58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Uplatnění absolventa: </w:t>
            </w:r>
            <w:r w:rsidR="00373770" w:rsidRPr="00373770">
              <w:rPr>
                <w:rFonts w:asciiTheme="minorHAnsi" w:hAnsiTheme="minorHAnsi" w:cs="Cambria"/>
                <w:sz w:val="22"/>
              </w:rPr>
              <w:t>Tento akademický bakalářský program připravuje studenty zejména k pokračování v navazujících magisterských programech. Absolventi bez dalších studijních a akademických ambicí se však uplatní v praxi: (i) v akademické sféře, (</w:t>
            </w:r>
            <w:proofErr w:type="spellStart"/>
            <w:r w:rsidR="00373770" w:rsidRPr="00373770">
              <w:rPr>
                <w:rFonts w:asciiTheme="minorHAnsi" w:hAnsiTheme="minorHAnsi" w:cs="Cambria"/>
                <w:sz w:val="22"/>
              </w:rPr>
              <w:t>ii</w:t>
            </w:r>
            <w:proofErr w:type="spellEnd"/>
            <w:r w:rsidR="00373770" w:rsidRPr="00373770">
              <w:rPr>
                <w:rFonts w:asciiTheme="minorHAnsi" w:hAnsiTheme="minorHAnsi" w:cs="Cambria"/>
                <w:sz w:val="22"/>
              </w:rPr>
              <w:t>) ve výzkumných a aplikovaných laboratořích, (</w:t>
            </w:r>
            <w:proofErr w:type="spellStart"/>
            <w:r w:rsidR="00373770" w:rsidRPr="00373770">
              <w:rPr>
                <w:rFonts w:asciiTheme="minorHAnsi" w:hAnsiTheme="minorHAnsi" w:cs="Cambria"/>
                <w:sz w:val="22"/>
              </w:rPr>
              <w:t>iii</w:t>
            </w:r>
            <w:proofErr w:type="spellEnd"/>
            <w:r w:rsidR="00373770" w:rsidRPr="00373770">
              <w:rPr>
                <w:rFonts w:asciiTheme="minorHAnsi" w:hAnsiTheme="minorHAnsi" w:cs="Cambria"/>
                <w:sz w:val="22"/>
              </w:rPr>
              <w:t>) při posuzování vlivů záměrů na chráněné oblasti a v procesu biologického hodnocení, (</w:t>
            </w:r>
            <w:proofErr w:type="spellStart"/>
            <w:r w:rsidR="00373770" w:rsidRPr="00373770">
              <w:rPr>
                <w:rFonts w:asciiTheme="minorHAnsi" w:hAnsiTheme="minorHAnsi" w:cs="Cambria"/>
                <w:sz w:val="22"/>
              </w:rPr>
              <w:t>iv</w:t>
            </w:r>
            <w:proofErr w:type="spellEnd"/>
            <w:r w:rsidR="00373770" w:rsidRPr="00373770">
              <w:rPr>
                <w:rFonts w:asciiTheme="minorHAnsi" w:hAnsiTheme="minorHAnsi" w:cs="Cambria"/>
                <w:sz w:val="22"/>
              </w:rPr>
              <w:t>) na úsecích ochrany životního prostředí a přírody.</w:t>
            </w:r>
          </w:p>
          <w:p w14:paraId="5A3B4E25" w14:textId="77777777" w:rsidR="00373770" w:rsidRDefault="00373770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  <w:p w14:paraId="3031BF8D" w14:textId="7DABB4B9" w:rsidR="00373770" w:rsidRDefault="00373770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Relevantní </w:t>
            </w:r>
            <w:r w:rsidR="00624F58">
              <w:rPr>
                <w:rFonts w:asciiTheme="minorHAnsi" w:hAnsiTheme="minorHAnsi" w:cs="Cambria"/>
                <w:sz w:val="22"/>
              </w:rPr>
              <w:t>pracovní pozice</w:t>
            </w:r>
            <w:r>
              <w:rPr>
                <w:rFonts w:asciiTheme="minorHAnsi" w:hAnsiTheme="minorHAnsi" w:cs="Cambria"/>
                <w:sz w:val="22"/>
              </w:rPr>
              <w:t xml:space="preserve">: </w:t>
            </w:r>
            <w:r w:rsidRPr="00373770">
              <w:rPr>
                <w:rFonts w:asciiTheme="minorHAnsi" w:hAnsiTheme="minorHAnsi" w:cs="Cambria"/>
                <w:sz w:val="22"/>
              </w:rPr>
              <w:t xml:space="preserve">Vědecký pracovník ve výzkumných ústavech AV ČR nebo </w:t>
            </w:r>
            <w:proofErr w:type="spellStart"/>
            <w:r w:rsidRPr="00373770">
              <w:rPr>
                <w:rFonts w:asciiTheme="minorHAnsi" w:hAnsiTheme="minorHAnsi" w:cs="Cambria"/>
                <w:sz w:val="22"/>
              </w:rPr>
              <w:t>VaVpI</w:t>
            </w:r>
            <w:proofErr w:type="spellEnd"/>
            <w:r w:rsidRPr="00373770">
              <w:rPr>
                <w:rFonts w:asciiTheme="minorHAnsi" w:hAnsiTheme="minorHAnsi" w:cs="Cambria"/>
                <w:sz w:val="22"/>
              </w:rPr>
              <w:t xml:space="preserve"> centrech;  pracovník oddělení výzkumu a vývoje v podnicích a firmách; osoba odborně způsobilá pro biologické hodnocení a posouzení záměrů koncepcí na chráněné oblasti; odborný pracovník záchranných stanic pro zvířata, botanických a zoologických zahrad; pracovník odborů ochrany životního prostředí magistrátů, krajských úřadů, MŽP atd.</w:t>
            </w:r>
          </w:p>
          <w:p w14:paraId="6F3DA45C" w14:textId="77777777" w:rsidR="004B3F69" w:rsidRDefault="004B3F69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  <w:p w14:paraId="7F7D4742" w14:textId="402BF5A7" w:rsidR="00BB2843" w:rsidRPr="00624F58" w:rsidRDefault="004B3F69" w:rsidP="00624F58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Nejedná se o regulované povolání.</w:t>
            </w:r>
          </w:p>
        </w:tc>
      </w:tr>
      <w:tr w:rsidR="006E12BB" w:rsidRPr="006E12BB" w14:paraId="50EE9BC4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64BA0F6C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568605BE" w14:textId="77777777" w:rsidTr="009C0FE5">
        <w:tc>
          <w:tcPr>
            <w:tcW w:w="8210" w:type="dxa"/>
            <w:vAlign w:val="center"/>
          </w:tcPr>
          <w:p w14:paraId="400E0787" w14:textId="1D9FCAF5" w:rsidR="005572F8" w:rsidRDefault="005572F8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5572F8">
              <w:rPr>
                <w:rFonts w:asciiTheme="minorHAnsi" w:hAnsiTheme="minorHAnsi" w:cs="Cambria"/>
                <w:sz w:val="22"/>
              </w:rPr>
              <w:t>Cílem programu je připravit odborníky široce vzdělané v oblasti moderní biologie a ekologie, kteří si osvojí hluboké znalosti (i) struktury, funkce, diverzity a evoluce organismů a (</w:t>
            </w:r>
            <w:proofErr w:type="spellStart"/>
            <w:r w:rsidRPr="005572F8">
              <w:rPr>
                <w:rFonts w:asciiTheme="minorHAnsi" w:hAnsiTheme="minorHAnsi" w:cs="Cambria"/>
                <w:sz w:val="22"/>
              </w:rPr>
              <w:t>ii</w:t>
            </w:r>
            <w:proofErr w:type="spellEnd"/>
            <w:r w:rsidRPr="005572F8">
              <w:rPr>
                <w:rFonts w:asciiTheme="minorHAnsi" w:hAnsiTheme="minorHAnsi" w:cs="Cambria"/>
                <w:sz w:val="22"/>
              </w:rPr>
              <w:t xml:space="preserve">) zákonitostí fungování přírodních systémů na Zemi. Mimo teoretickou přípravu je velký důraz kladen na praktickou výuku během exkurzí v ČR i v zahraničí a během praktických cvičení. Seminární výuka formuje kritické myšlení studentů. Studenti </w:t>
            </w:r>
            <w:r w:rsidRPr="005572F8">
              <w:rPr>
                <w:rFonts w:asciiTheme="minorHAnsi" w:hAnsiTheme="minorHAnsi" w:cs="Cambria"/>
                <w:sz w:val="22"/>
              </w:rPr>
              <w:lastRenderedPageBreak/>
              <w:t>si pod vedením špičkových odborníků osvojí dovednosti nezbytné pro samostatnou tvůrčí práci.</w:t>
            </w:r>
          </w:p>
          <w:p w14:paraId="1639E3DC" w14:textId="77777777" w:rsidR="005572F8" w:rsidRDefault="005572F8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  <w:p w14:paraId="45E73401" w14:textId="26357A8A" w:rsidR="005572F8" w:rsidRPr="006E12BB" w:rsidRDefault="005572F8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5572F8">
              <w:rPr>
                <w:rFonts w:asciiTheme="minorHAnsi" w:hAnsiTheme="minorHAnsi" w:cs="Cambria"/>
                <w:sz w:val="22"/>
              </w:rPr>
              <w:t>Absolventi získají hluboké znalosti o struktuře, funkci, diverzitě a evoluci organismů a zákonitostech fungování přírodních systémů na Zemi. Absolventi prokazují znalosti (i) základních systematických i experimentálních biologických disciplín, zejména botaniky, zoologie a ekologie, (</w:t>
            </w:r>
            <w:proofErr w:type="spellStart"/>
            <w:r w:rsidRPr="005572F8">
              <w:rPr>
                <w:rFonts w:asciiTheme="minorHAnsi" w:hAnsiTheme="minorHAnsi" w:cs="Cambria"/>
                <w:sz w:val="22"/>
              </w:rPr>
              <w:t>ii</w:t>
            </w:r>
            <w:proofErr w:type="spellEnd"/>
            <w:r w:rsidRPr="005572F8">
              <w:rPr>
                <w:rFonts w:asciiTheme="minorHAnsi" w:hAnsiTheme="minorHAnsi" w:cs="Cambria"/>
                <w:sz w:val="22"/>
              </w:rPr>
              <w:t>) vztahů a propojenosti živé a neživé přírody a porozumění přírodě jako integrovanému celku, (</w:t>
            </w:r>
            <w:proofErr w:type="spellStart"/>
            <w:r w:rsidRPr="005572F8">
              <w:rPr>
                <w:rFonts w:asciiTheme="minorHAnsi" w:hAnsiTheme="minorHAnsi" w:cs="Cambria"/>
                <w:sz w:val="22"/>
              </w:rPr>
              <w:t>iii</w:t>
            </w:r>
            <w:proofErr w:type="spellEnd"/>
            <w:r w:rsidRPr="005572F8">
              <w:rPr>
                <w:rFonts w:asciiTheme="minorHAnsi" w:hAnsiTheme="minorHAnsi" w:cs="Cambria"/>
                <w:sz w:val="22"/>
              </w:rPr>
              <w:t>) znalosti konkrétní odborné specializace botanického, zoologického nebo ekologického oboru. Absolventi umí (</w:t>
            </w:r>
            <w:proofErr w:type="spellStart"/>
            <w:r w:rsidRPr="005572F8">
              <w:rPr>
                <w:rFonts w:asciiTheme="minorHAnsi" w:hAnsiTheme="minorHAnsi" w:cs="Cambria"/>
                <w:sz w:val="22"/>
              </w:rPr>
              <w:t>iv</w:t>
            </w:r>
            <w:proofErr w:type="spellEnd"/>
            <w:r w:rsidRPr="005572F8">
              <w:rPr>
                <w:rFonts w:asciiTheme="minorHAnsi" w:hAnsiTheme="minorHAnsi" w:cs="Cambria"/>
                <w:sz w:val="22"/>
              </w:rPr>
              <w:t>) navrhnout a realizovat biologické a ekologické experimenty a modifikovat je pro konkrétní podmínky a prezentovat výsledky své práce, (v) formulovat výzkumné hypotézy a ověřovat je, (</w:t>
            </w:r>
            <w:proofErr w:type="spellStart"/>
            <w:r w:rsidRPr="005572F8">
              <w:rPr>
                <w:rFonts w:asciiTheme="minorHAnsi" w:hAnsiTheme="minorHAnsi" w:cs="Cambria"/>
                <w:sz w:val="22"/>
              </w:rPr>
              <w:t>vi</w:t>
            </w:r>
            <w:proofErr w:type="spellEnd"/>
            <w:r w:rsidRPr="005572F8">
              <w:rPr>
                <w:rFonts w:asciiTheme="minorHAnsi" w:hAnsiTheme="minorHAnsi" w:cs="Cambria"/>
                <w:sz w:val="22"/>
              </w:rPr>
              <w:t>) aplikovat moderní experimentální metody biologie a ekologie, (</w:t>
            </w:r>
            <w:proofErr w:type="spellStart"/>
            <w:r w:rsidRPr="005572F8">
              <w:rPr>
                <w:rFonts w:asciiTheme="minorHAnsi" w:hAnsiTheme="minorHAnsi" w:cs="Cambria"/>
                <w:sz w:val="22"/>
              </w:rPr>
              <w:t>vii</w:t>
            </w:r>
            <w:proofErr w:type="spellEnd"/>
            <w:r w:rsidRPr="005572F8">
              <w:rPr>
                <w:rFonts w:asciiTheme="minorHAnsi" w:hAnsiTheme="minorHAnsi" w:cs="Cambria"/>
                <w:sz w:val="22"/>
              </w:rPr>
              <w:t>) provádět výzkum v terénu i v laboratoři.</w:t>
            </w:r>
          </w:p>
          <w:p w14:paraId="1A33F68C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E971C4B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30493" w14:textId="77777777" w:rsidR="007C61D3" w:rsidRDefault="007C61D3" w:rsidP="00F15613">
      <w:pPr>
        <w:spacing w:line="240" w:lineRule="auto"/>
      </w:pPr>
      <w:r>
        <w:separator/>
      </w:r>
    </w:p>
  </w:endnote>
  <w:endnote w:type="continuationSeparator" w:id="0">
    <w:p w14:paraId="7B58CA45" w14:textId="77777777" w:rsidR="007C61D3" w:rsidRDefault="007C61D3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8FA9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3EDA10B9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4EC06A3D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FC2EB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2B58E23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5A1A833E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C8633" w14:textId="77777777" w:rsidR="007C61D3" w:rsidRDefault="007C61D3" w:rsidP="00F15613">
      <w:pPr>
        <w:spacing w:line="240" w:lineRule="auto"/>
      </w:pPr>
      <w:r>
        <w:separator/>
      </w:r>
    </w:p>
  </w:footnote>
  <w:footnote w:type="continuationSeparator" w:id="0">
    <w:p w14:paraId="508EE6EC" w14:textId="77777777" w:rsidR="007C61D3" w:rsidRDefault="007C61D3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DE2CD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05CE7F2E" wp14:editId="5DF1AF59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1BE0C68C" wp14:editId="192D9AD7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5582B"/>
    <w:rsid w:val="00373770"/>
    <w:rsid w:val="00382DAA"/>
    <w:rsid w:val="00382F6E"/>
    <w:rsid w:val="003F151B"/>
    <w:rsid w:val="003F66AF"/>
    <w:rsid w:val="00421CD5"/>
    <w:rsid w:val="00430F25"/>
    <w:rsid w:val="00450376"/>
    <w:rsid w:val="00486300"/>
    <w:rsid w:val="004A4A6C"/>
    <w:rsid w:val="004B3F69"/>
    <w:rsid w:val="004D171B"/>
    <w:rsid w:val="004F4E67"/>
    <w:rsid w:val="005029E3"/>
    <w:rsid w:val="00502BEF"/>
    <w:rsid w:val="00510B17"/>
    <w:rsid w:val="00540537"/>
    <w:rsid w:val="005572F8"/>
    <w:rsid w:val="00560CE7"/>
    <w:rsid w:val="005B6853"/>
    <w:rsid w:val="005C2BD0"/>
    <w:rsid w:val="005E387A"/>
    <w:rsid w:val="005F1316"/>
    <w:rsid w:val="005F71B7"/>
    <w:rsid w:val="00624F58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C61D3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7C1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6EC9"/>
    <w:rsid w:val="00AC7827"/>
    <w:rsid w:val="00B028C4"/>
    <w:rsid w:val="00B14AA6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7B56"/>
    <w:rsid w:val="00CF0118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566F7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B98495"/>
  <w15:docId w15:val="{052E9CFE-5E56-475D-AB32-5B7DFB8E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5F231-DBEB-6344-979A-9D77A74B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C:\Users\mayerj\Documents\Hlavičkový papír\UP_hlavickovy-papir_PrF_cz.dotx</Template>
  <TotalTime>4</TotalTime>
  <Pages>2</Pages>
  <Words>435</Words>
  <Characters>2486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VR</cp:lastModifiedBy>
  <cp:revision>11</cp:revision>
  <cp:lastPrinted>2016-06-17T08:05:00Z</cp:lastPrinted>
  <dcterms:created xsi:type="dcterms:W3CDTF">2019-01-08T05:48:00Z</dcterms:created>
  <dcterms:modified xsi:type="dcterms:W3CDTF">2019-02-11T10:18:00Z</dcterms:modified>
</cp:coreProperties>
</file>