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4A6470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Chemie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Default="008D7C3A" w:rsidP="006E12BB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Analytická chemie</w:t>
            </w:r>
          </w:p>
          <w:p w:rsidR="00BB2843" w:rsidRPr="006E12BB" w:rsidRDefault="00BB2843" w:rsidP="00487999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1C376B" w:rsidRDefault="00D90E0F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1C376B">
              <w:rPr>
                <w:rFonts w:asciiTheme="minorHAnsi" w:hAnsiTheme="minorHAnsi" w:cs="Cambria"/>
                <w:sz w:val="22"/>
              </w:rPr>
              <w:t>Analytická chemie</w:t>
            </w:r>
          </w:p>
          <w:p w:rsidR="00BB2843" w:rsidRDefault="001C376B" w:rsidP="001C376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(</w:t>
            </w:r>
            <w:r w:rsidR="00D90E0F" w:rsidRPr="001C376B">
              <w:rPr>
                <w:rFonts w:asciiTheme="minorHAnsi" w:hAnsiTheme="minorHAnsi" w:cs="Cambria"/>
                <w:sz w:val="22"/>
              </w:rPr>
              <w:t>Navazující magisterský</w:t>
            </w:r>
            <w:r>
              <w:rPr>
                <w:rFonts w:asciiTheme="minorHAnsi" w:hAnsiTheme="minorHAnsi" w:cs="Cambria"/>
                <w:sz w:val="22"/>
              </w:rPr>
              <w:t xml:space="preserve"> studijní program, p</w:t>
            </w:r>
            <w:r w:rsidR="00D90E0F" w:rsidRPr="001C376B">
              <w:rPr>
                <w:rFonts w:asciiTheme="minorHAnsi" w:hAnsiTheme="minorHAnsi" w:cs="Cambria"/>
                <w:sz w:val="22"/>
              </w:rPr>
              <w:t>rezenční</w:t>
            </w:r>
            <w:r>
              <w:rPr>
                <w:rFonts w:asciiTheme="minorHAnsi" w:hAnsiTheme="minorHAnsi" w:cs="Cambria"/>
                <w:sz w:val="22"/>
              </w:rPr>
              <w:t xml:space="preserve"> forma, č</w:t>
            </w:r>
            <w:r w:rsidR="00D90E0F" w:rsidRPr="001C376B">
              <w:rPr>
                <w:rFonts w:asciiTheme="minorHAnsi" w:hAnsiTheme="minorHAnsi" w:cs="Cambria"/>
                <w:sz w:val="22"/>
              </w:rPr>
              <w:t>eský jazyk</w:t>
            </w:r>
            <w:r>
              <w:rPr>
                <w:rFonts w:asciiTheme="minorHAnsi" w:hAnsiTheme="minorHAnsi" w:cs="Cambria"/>
                <w:sz w:val="22"/>
              </w:rPr>
              <w:t>)</w:t>
            </w:r>
          </w:p>
          <w:p w:rsidR="001C376B" w:rsidRPr="006E12BB" w:rsidRDefault="001C376B" w:rsidP="001C376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D90E0F" w:rsidRDefault="007162D2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</w:t>
            </w:r>
            <w:bookmarkStart w:id="0" w:name="_GoBack"/>
            <w:bookmarkEnd w:id="0"/>
            <w:r w:rsidR="00D90E0F" w:rsidRPr="001C376B">
              <w:rPr>
                <w:rFonts w:asciiTheme="minorHAnsi" w:hAnsiTheme="minorHAnsi"/>
                <w:sz w:val="22"/>
              </w:rPr>
              <w:t>oc. RNDr. Petr Barták, Ph.D.</w:t>
            </w:r>
          </w:p>
          <w:p w:rsidR="006E12BB" w:rsidRPr="006E12BB" w:rsidRDefault="006E12BB" w:rsidP="001C376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487999" w:rsidRDefault="00487999" w:rsidP="0017204B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1C376B">
              <w:rPr>
                <w:rFonts w:asciiTheme="minorHAnsi" w:hAnsiTheme="minorHAnsi" w:cs="Cambria"/>
                <w:sz w:val="22"/>
              </w:rPr>
              <w:t>A</w:t>
            </w:r>
            <w:r>
              <w:rPr>
                <w:rFonts w:asciiTheme="minorHAnsi" w:hAnsiTheme="minorHAnsi" w:cs="Cambria"/>
                <w:sz w:val="22"/>
              </w:rPr>
              <w:t>bsolvent je vysokoškolsky vzdělaným odborníkem, který splňuje požadavky kladené na analytické chemiky v průmyslové, zemědělské a zdravotnické praxi</w:t>
            </w:r>
            <w:r w:rsidR="00536F7F">
              <w:rPr>
                <w:rFonts w:asciiTheme="minorHAnsi" w:hAnsiTheme="minorHAnsi" w:cs="Cambria"/>
                <w:sz w:val="22"/>
              </w:rPr>
              <w:t>, v akademické sféře,</w:t>
            </w:r>
            <w:r>
              <w:rPr>
                <w:rFonts w:asciiTheme="minorHAnsi" w:hAnsiTheme="minorHAnsi" w:cs="Cambria"/>
                <w:sz w:val="22"/>
              </w:rPr>
              <w:t xml:space="preserve"> v</w:t>
            </w:r>
            <w:r w:rsidR="00536F7F">
              <w:rPr>
                <w:rFonts w:asciiTheme="minorHAnsi" w:hAnsiTheme="minorHAnsi" w:cs="Cambria"/>
                <w:sz w:val="22"/>
              </w:rPr>
              <w:t xml:space="preserve"> základním i </w:t>
            </w:r>
            <w:r>
              <w:rPr>
                <w:rFonts w:asciiTheme="minorHAnsi" w:hAnsiTheme="minorHAnsi" w:cs="Cambria"/>
                <w:sz w:val="22"/>
              </w:rPr>
              <w:t xml:space="preserve">aplikovaném </w:t>
            </w:r>
            <w:r w:rsidR="00536F7F">
              <w:rPr>
                <w:rFonts w:asciiTheme="minorHAnsi" w:hAnsiTheme="minorHAnsi" w:cs="Cambria"/>
                <w:sz w:val="22"/>
              </w:rPr>
              <w:t>výzkumu. Je schopen samosta</w:t>
            </w:r>
            <w:r w:rsidR="00AF28F2">
              <w:rPr>
                <w:rFonts w:asciiTheme="minorHAnsi" w:hAnsiTheme="minorHAnsi" w:cs="Cambria"/>
                <w:sz w:val="22"/>
              </w:rPr>
              <w:t xml:space="preserve">tně řešit analytické problémy, </w:t>
            </w:r>
            <w:r w:rsidR="00536F7F">
              <w:rPr>
                <w:rFonts w:asciiTheme="minorHAnsi" w:hAnsiTheme="minorHAnsi" w:cs="Cambria"/>
                <w:sz w:val="22"/>
              </w:rPr>
              <w:t>vyvíjet</w:t>
            </w:r>
            <w:r w:rsidR="00AF28F2">
              <w:rPr>
                <w:rFonts w:asciiTheme="minorHAnsi" w:hAnsiTheme="minorHAnsi" w:cs="Cambria"/>
                <w:sz w:val="22"/>
              </w:rPr>
              <w:t xml:space="preserve"> analytické metody a tvůrčím způsobem </w:t>
            </w:r>
            <w:r w:rsidR="00536F7F">
              <w:rPr>
                <w:rFonts w:asciiTheme="minorHAnsi" w:hAnsiTheme="minorHAnsi" w:cs="Cambria"/>
                <w:sz w:val="22"/>
              </w:rPr>
              <w:t xml:space="preserve">rozvíjet a aplikovat analytické postupy. Dokáže rovněž komunikovat na mezioborové úrovni a zapojit se tak i do řešení komplexnějších mezioborových výzkumných problémů. Absolvent je rovněž připraven pro další studium v doktorském studijním programu </w:t>
            </w:r>
            <w:r w:rsidR="00AF28F2">
              <w:rPr>
                <w:rFonts w:asciiTheme="minorHAnsi" w:hAnsiTheme="minorHAnsi" w:cs="Cambria"/>
                <w:sz w:val="22"/>
              </w:rPr>
              <w:t>„Analytická chemie“ nebo příbuzných</w:t>
            </w:r>
            <w:r w:rsidR="00536F7F">
              <w:rPr>
                <w:rFonts w:asciiTheme="minorHAnsi" w:hAnsiTheme="minorHAnsi" w:cs="Cambria"/>
                <w:sz w:val="22"/>
              </w:rPr>
              <w:t xml:space="preserve"> u nás i v zahraničí.</w:t>
            </w:r>
          </w:p>
          <w:p w:rsidR="0017204B" w:rsidRDefault="0017204B" w:rsidP="0017204B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</w:p>
          <w:p w:rsidR="00A62F8A" w:rsidRDefault="00536F7F" w:rsidP="0017204B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Absolventi mohou najít uplatnění v</w:t>
            </w:r>
            <w:r w:rsidR="00CF61DC">
              <w:rPr>
                <w:rFonts w:asciiTheme="minorHAnsi" w:hAnsiTheme="minorHAnsi" w:cs="Cambria"/>
                <w:sz w:val="22"/>
              </w:rPr>
              <w:t> analytických a kontrolních laboratořích v chemickém, potravinářském a zpracovatelském průmyslu, v zemědělských laboratořích, v laboratořích klinických, farmaceutických a toxikologických, v oblasti forenzní analýzy i v laboratořích kontrolních institucí</w:t>
            </w:r>
            <w:r w:rsidR="00C40CD4">
              <w:rPr>
                <w:rFonts w:asciiTheme="minorHAnsi" w:hAnsiTheme="minorHAnsi" w:cs="Cambria"/>
                <w:sz w:val="22"/>
              </w:rPr>
              <w:t>,</w:t>
            </w:r>
            <w:r w:rsidR="00CF61DC">
              <w:rPr>
                <w:rFonts w:asciiTheme="minorHAnsi" w:hAnsiTheme="minorHAnsi" w:cs="Cambria"/>
                <w:sz w:val="22"/>
              </w:rPr>
              <w:t xml:space="preserve"> například v oblasti kontroly životního prostředí.</w:t>
            </w:r>
            <w:r w:rsidR="00A62F8A">
              <w:rPr>
                <w:rFonts w:asciiTheme="minorHAnsi" w:hAnsiTheme="minorHAnsi" w:cs="Cambria"/>
                <w:sz w:val="22"/>
              </w:rPr>
              <w:t xml:space="preserve"> </w:t>
            </w:r>
            <w:r w:rsidR="00CF61DC">
              <w:rPr>
                <w:rFonts w:asciiTheme="minorHAnsi" w:hAnsiTheme="minorHAnsi" w:cs="Cambria"/>
                <w:sz w:val="22"/>
              </w:rPr>
              <w:t xml:space="preserve">Uplatní se i ve výzkumných laboratořích </w:t>
            </w:r>
            <w:r w:rsidR="00C40CD4">
              <w:rPr>
                <w:rFonts w:asciiTheme="minorHAnsi" w:hAnsiTheme="minorHAnsi" w:cs="Cambria"/>
                <w:sz w:val="22"/>
              </w:rPr>
              <w:t xml:space="preserve">v akademické sféře nebo </w:t>
            </w:r>
            <w:r w:rsidR="00A62F8A">
              <w:rPr>
                <w:rFonts w:asciiTheme="minorHAnsi" w:hAnsiTheme="minorHAnsi" w:cs="Cambria"/>
                <w:sz w:val="22"/>
              </w:rPr>
              <w:t>na resortních a podnikových výzkumných pracovištích i v řídících funkcích chemických provozů.</w:t>
            </w:r>
          </w:p>
          <w:p w:rsidR="0017204B" w:rsidRDefault="0017204B" w:rsidP="0017204B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</w:p>
          <w:p w:rsidR="00487999" w:rsidRPr="00487999" w:rsidRDefault="00487999" w:rsidP="0017204B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487999">
              <w:rPr>
                <w:rFonts w:asciiTheme="minorHAnsi" w:hAnsiTheme="minorHAnsi" w:cs="Cambria"/>
                <w:sz w:val="22"/>
              </w:rPr>
              <w:t>Studijní program není primárně zaměřen na přípravu studentů k výkonu regulovaných povolání. Absolventům však dosažené vzdělání umožňuje požádat příslušný odpovědný orgán o uznání odborné kvalifikace pro výkon regulovaných povolání a činností vyžadujících vzdělání v oboru chemie, případně po doplnění dalšího vzdělání v oborech příbuzných.</w:t>
            </w:r>
          </w:p>
          <w:p w:rsidR="0017204B" w:rsidRPr="006E12BB" w:rsidRDefault="0017204B" w:rsidP="00A62F8A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lastRenderedPageBreak/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D9698E" w:rsidRDefault="004470FB" w:rsidP="00D2759D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Studium si klade za cíl profesní přípravu vysokoškolsky vzdělaných odborníků v oblasti analytické chemie. Studenti získají teoretické znalosti i praktické dovednosti ve všech hlavních oblastech moderní analytické chemie, které jim umožní samostatně vyvíjet, optimalizovat a dále rozvíjet analytické metody a postupy. Tyto znalosti jsou budovány na solidních základech matematiky, fyziky a všech základních chemických disciplín</w:t>
            </w:r>
            <w:r w:rsidR="00D2759D">
              <w:rPr>
                <w:rFonts w:asciiTheme="minorHAnsi" w:hAnsiTheme="minorHAnsi" w:cs="Cambria"/>
                <w:sz w:val="22"/>
              </w:rPr>
              <w:t xml:space="preserve">. </w:t>
            </w:r>
            <w:r w:rsidR="00EF0346">
              <w:rPr>
                <w:rFonts w:asciiTheme="minorHAnsi" w:hAnsiTheme="minorHAnsi" w:cs="Cambria"/>
                <w:sz w:val="22"/>
              </w:rPr>
              <w:t>Široká n</w:t>
            </w:r>
            <w:r>
              <w:rPr>
                <w:rFonts w:asciiTheme="minorHAnsi" w:hAnsiTheme="minorHAnsi" w:cs="Cambria"/>
                <w:sz w:val="22"/>
              </w:rPr>
              <w:t xml:space="preserve">abídka volitelných předmětů </w:t>
            </w:r>
            <w:r w:rsidR="00EF0346">
              <w:rPr>
                <w:rFonts w:asciiTheme="minorHAnsi" w:hAnsiTheme="minorHAnsi" w:cs="Cambria"/>
                <w:sz w:val="22"/>
              </w:rPr>
              <w:t xml:space="preserve">umožňuje studentům dále prohlubovat znalosti i praktické dovednosti a profilovat vlastní specializaci ve zvoleném směru. </w:t>
            </w:r>
            <w:r w:rsidR="0017204B">
              <w:rPr>
                <w:rFonts w:asciiTheme="minorHAnsi" w:hAnsiTheme="minorHAnsi" w:cs="Cambria"/>
                <w:sz w:val="22"/>
              </w:rPr>
              <w:t xml:space="preserve">Nedílným cílem studia je rovněž rozvoj </w:t>
            </w:r>
            <w:r w:rsidR="00EF0346">
              <w:rPr>
                <w:rFonts w:asciiTheme="minorHAnsi" w:hAnsiTheme="minorHAnsi" w:cs="Cambria"/>
                <w:sz w:val="22"/>
              </w:rPr>
              <w:t>schopnosti samostatného uvažování</w:t>
            </w:r>
            <w:r w:rsidR="00D2759D">
              <w:rPr>
                <w:rFonts w:asciiTheme="minorHAnsi" w:hAnsiTheme="minorHAnsi" w:cs="Cambria"/>
                <w:sz w:val="22"/>
              </w:rPr>
              <w:t xml:space="preserve">, tvůrčí práce a schopnosti obhájit své přístupy v odborné diskusi. Rozvíjena je rovněž dovednost interdisciplinární komunikace. </w:t>
            </w:r>
            <w:r w:rsidR="00D9698E">
              <w:rPr>
                <w:rFonts w:asciiTheme="minorHAnsi" w:hAnsiTheme="minorHAnsi" w:cs="Cambria"/>
                <w:sz w:val="22"/>
              </w:rPr>
              <w:t>Absolvent je vysokoškolským odborníkem, který splňuje požadavky kladené na analytické chemiky v průmyslové, zemědělské a zdravotnické praxi i v aplikovaném a základním výzkumu. Studenti jsou připravováni jak pro zastávání funkcí kvalitních odborníků a řídících pracovníků, tak případně pro další rozvoj své odbornosti v  postgraduálním studiu.</w:t>
            </w:r>
          </w:p>
          <w:p w:rsidR="00BB2843" w:rsidRPr="006E12BB" w:rsidRDefault="00BB2843" w:rsidP="00D2759D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645" w:rsidRDefault="00775645" w:rsidP="00F15613">
      <w:pPr>
        <w:spacing w:line="240" w:lineRule="auto"/>
      </w:pPr>
      <w:r>
        <w:separator/>
      </w:r>
    </w:p>
  </w:endnote>
  <w:endnote w:type="continuationSeparator" w:id="0">
    <w:p w:rsidR="00775645" w:rsidRDefault="00775645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645" w:rsidRDefault="00775645" w:rsidP="00F15613">
      <w:pPr>
        <w:spacing w:line="240" w:lineRule="auto"/>
      </w:pPr>
      <w:r>
        <w:separator/>
      </w:r>
    </w:p>
  </w:footnote>
  <w:footnote w:type="continuationSeparator" w:id="0">
    <w:p w:rsidR="00775645" w:rsidRDefault="00775645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5A42"/>
    <w:rsid w:val="001169CD"/>
    <w:rsid w:val="00143CFA"/>
    <w:rsid w:val="00164540"/>
    <w:rsid w:val="001651D1"/>
    <w:rsid w:val="0017204B"/>
    <w:rsid w:val="001834FE"/>
    <w:rsid w:val="001861AC"/>
    <w:rsid w:val="00194583"/>
    <w:rsid w:val="001B4190"/>
    <w:rsid w:val="001C376B"/>
    <w:rsid w:val="002004C5"/>
    <w:rsid w:val="0026793E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470FB"/>
    <w:rsid w:val="00450376"/>
    <w:rsid w:val="00486300"/>
    <w:rsid w:val="00487999"/>
    <w:rsid w:val="004A4A6C"/>
    <w:rsid w:val="004A6470"/>
    <w:rsid w:val="004D171B"/>
    <w:rsid w:val="004E6EAB"/>
    <w:rsid w:val="004F4E67"/>
    <w:rsid w:val="005029E3"/>
    <w:rsid w:val="00502BEF"/>
    <w:rsid w:val="00510B17"/>
    <w:rsid w:val="00517CE5"/>
    <w:rsid w:val="00536F7F"/>
    <w:rsid w:val="00540537"/>
    <w:rsid w:val="00560CE7"/>
    <w:rsid w:val="00593A5F"/>
    <w:rsid w:val="005B6853"/>
    <w:rsid w:val="005C2BD0"/>
    <w:rsid w:val="005E387A"/>
    <w:rsid w:val="005F1316"/>
    <w:rsid w:val="005F71B7"/>
    <w:rsid w:val="006072CE"/>
    <w:rsid w:val="00680944"/>
    <w:rsid w:val="006939D3"/>
    <w:rsid w:val="006B22CE"/>
    <w:rsid w:val="006B583D"/>
    <w:rsid w:val="006E12BB"/>
    <w:rsid w:val="006E3956"/>
    <w:rsid w:val="006F3083"/>
    <w:rsid w:val="00702C0D"/>
    <w:rsid w:val="007162D2"/>
    <w:rsid w:val="0073624D"/>
    <w:rsid w:val="00775645"/>
    <w:rsid w:val="007818D5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D7C11"/>
    <w:rsid w:val="008D7C3A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4720C"/>
    <w:rsid w:val="00A5561A"/>
    <w:rsid w:val="00A62F8A"/>
    <w:rsid w:val="00A81641"/>
    <w:rsid w:val="00A83D8F"/>
    <w:rsid w:val="00AB643C"/>
    <w:rsid w:val="00AC7827"/>
    <w:rsid w:val="00AF28F2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D04D6"/>
    <w:rsid w:val="00BE1819"/>
    <w:rsid w:val="00BF49AF"/>
    <w:rsid w:val="00C40CD4"/>
    <w:rsid w:val="00C641AE"/>
    <w:rsid w:val="00C6493E"/>
    <w:rsid w:val="00CB508B"/>
    <w:rsid w:val="00CC7B56"/>
    <w:rsid w:val="00CF61DC"/>
    <w:rsid w:val="00D00983"/>
    <w:rsid w:val="00D03631"/>
    <w:rsid w:val="00D069B6"/>
    <w:rsid w:val="00D13E57"/>
    <w:rsid w:val="00D2759D"/>
    <w:rsid w:val="00D61B91"/>
    <w:rsid w:val="00D62385"/>
    <w:rsid w:val="00D72FCF"/>
    <w:rsid w:val="00D7317D"/>
    <w:rsid w:val="00D86142"/>
    <w:rsid w:val="00D90E0F"/>
    <w:rsid w:val="00D955E7"/>
    <w:rsid w:val="00D9698E"/>
    <w:rsid w:val="00DA064B"/>
    <w:rsid w:val="00DC029B"/>
    <w:rsid w:val="00DC5FA7"/>
    <w:rsid w:val="00DD405B"/>
    <w:rsid w:val="00DE39B0"/>
    <w:rsid w:val="00DE41E0"/>
    <w:rsid w:val="00DE6304"/>
    <w:rsid w:val="00E37F73"/>
    <w:rsid w:val="00E566F7"/>
    <w:rsid w:val="00E97744"/>
    <w:rsid w:val="00EF0346"/>
    <w:rsid w:val="00F0078F"/>
    <w:rsid w:val="00F11270"/>
    <w:rsid w:val="00F15613"/>
    <w:rsid w:val="00F26687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D1F8"/>
  <w15:docId w15:val="{55227AA0-CED6-4EA0-B397-2E2D8B4A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BEA9-0A97-4534-9768-4993B2EAE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184</TotalTime>
  <Pages>2</Pages>
  <Words>431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Bc. Radek Scholler</cp:lastModifiedBy>
  <cp:revision>18</cp:revision>
  <cp:lastPrinted>2019-09-24T14:17:00Z</cp:lastPrinted>
  <dcterms:created xsi:type="dcterms:W3CDTF">2019-01-08T05:48:00Z</dcterms:created>
  <dcterms:modified xsi:type="dcterms:W3CDTF">2019-11-15T08:01:00Z</dcterms:modified>
</cp:coreProperties>
</file>